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C’est à toi ! – </w:t>
      </w:r>
      <w:proofErr w:type="spellStart"/>
      <w:r>
        <w:rPr>
          <w:b/>
          <w:sz w:val="24"/>
          <w:szCs w:val="24"/>
        </w:rPr>
        <w:t>Level</w:t>
      </w:r>
      <w:proofErr w:type="spellEnd"/>
      <w:r>
        <w:rPr>
          <w:b/>
          <w:sz w:val="24"/>
          <w:szCs w:val="24"/>
        </w:rPr>
        <w:t xml:space="preserve"> 2</w:t>
      </w:r>
    </w:p>
    <w:p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</w:t>
      </w:r>
      <w:r w:rsidR="00D66AA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– Leçon B</w:t>
      </w:r>
    </w:p>
    <w:p w:rsidR="00722A6B" w:rsidRDefault="00D66AAA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 passé composé ou l’imparfait</w:t>
      </w:r>
    </w:p>
    <w:p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</w:p>
    <w:p w:rsidR="00722A6B" w:rsidRDefault="009E7FBC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Instruction</w:t>
      </w:r>
      <w:r w:rsidR="00722A6B">
        <w:rPr>
          <w:b/>
          <w:sz w:val="24"/>
          <w:szCs w:val="24"/>
        </w:rPr>
        <w:t xml:space="preserve"> : </w:t>
      </w:r>
      <w:r>
        <w:rPr>
          <w:b/>
          <w:sz w:val="24"/>
          <w:szCs w:val="24"/>
        </w:rPr>
        <w:t>En travaillant avec un partenaire, complétez l’histoire avec la conjugaison appropriée du passé composé ou de l’imparfait selon</w:t>
      </w:r>
      <w:r w:rsidR="00811216">
        <w:rPr>
          <w:b/>
          <w:sz w:val="24"/>
          <w:szCs w:val="24"/>
        </w:rPr>
        <w:t xml:space="preserve"> le contexte.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4277"/>
      </w:tblGrid>
      <w:tr w:rsidR="001028A0" w:rsidTr="009E7FBC">
        <w:tc>
          <w:tcPr>
            <w:tcW w:w="4968" w:type="dxa"/>
          </w:tcPr>
          <w:p w:rsidR="007053FD" w:rsidRPr="007053FD" w:rsidRDefault="007053FD" w:rsidP="001028A0">
            <w:pPr>
              <w:spacing w:line="480" w:lineRule="auto"/>
              <w:rPr>
                <w:sz w:val="12"/>
                <w:szCs w:val="24"/>
              </w:rPr>
            </w:pPr>
          </w:p>
          <w:p w:rsidR="009E7FBC" w:rsidRPr="00D23475" w:rsidRDefault="007053FD" w:rsidP="009E7FBC">
            <w:pPr>
              <w:spacing w:line="480" w:lineRule="auto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     </w:t>
            </w:r>
            <w:r w:rsidR="001028A0" w:rsidRPr="00D23475">
              <w:rPr>
                <w:sz w:val="32"/>
                <w:szCs w:val="24"/>
              </w:rPr>
              <w:t xml:space="preserve">Il était une fois une princesse qui </w:t>
            </w:r>
            <w:r w:rsidR="00166AB0">
              <w:rPr>
                <w:b/>
                <w:sz w:val="32"/>
                <w:szCs w:val="24"/>
                <w:u w:val="single"/>
              </w:rPr>
              <w:t>_________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(avoir)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>la peau blanche comme la neige.</w:t>
            </w:r>
            <w:r w:rsidR="001028A0" w:rsidRPr="00D23475">
              <w:rPr>
                <w:rFonts w:ascii="Arial" w:hAnsi="Arial" w:cs="Arial"/>
                <w:color w:val="0000FF"/>
                <w:sz w:val="32"/>
                <w:szCs w:val="27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Elle </w:t>
            </w:r>
            <w:r w:rsidR="00166AB0">
              <w:rPr>
                <w:b/>
                <w:sz w:val="32"/>
                <w:szCs w:val="24"/>
                <w:u w:val="single"/>
              </w:rPr>
              <w:t>__________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 xml:space="preserve">(s’appeler) </w:t>
            </w:r>
            <w:r w:rsidR="001028A0" w:rsidRPr="00D23475">
              <w:rPr>
                <w:sz w:val="32"/>
                <w:szCs w:val="24"/>
              </w:rPr>
              <w:t xml:space="preserve">Blanche-Neige. Quand elle </w:t>
            </w:r>
            <w:r w:rsidR="00166AB0">
              <w:rPr>
                <w:b/>
                <w:sz w:val="32"/>
                <w:szCs w:val="24"/>
                <w:u w:val="single"/>
              </w:rPr>
              <w:t>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(être)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petite, sa mère, la reine, </w:t>
            </w:r>
            <w:r w:rsidR="00166AB0">
              <w:rPr>
                <w:b/>
                <w:sz w:val="32"/>
                <w:szCs w:val="24"/>
                <w:u w:val="single"/>
              </w:rPr>
              <w:t>______</w:t>
            </w:r>
            <w:r w:rsidR="00BF2BC9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(mourir)</w:t>
            </w:r>
            <w:r w:rsidR="001028A0" w:rsidRPr="00D23475">
              <w:rPr>
                <w:sz w:val="32"/>
                <w:szCs w:val="24"/>
              </w:rPr>
              <w:t xml:space="preserve">. Il </w:t>
            </w:r>
            <w:r w:rsidR="00D140AD" w:rsidRPr="00D140AD">
              <w:rPr>
                <w:sz w:val="32"/>
                <w:szCs w:val="24"/>
              </w:rPr>
              <w:t>était</w:t>
            </w:r>
            <w:r w:rsidR="00BF2BC9" w:rsidRPr="00D140AD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temps pour son père, le roi, de se marier avec une femme très belle mais très arrogante. Chaque matin, elle </w:t>
            </w:r>
            <w:r w:rsidR="00166AB0">
              <w:rPr>
                <w:b/>
                <w:sz w:val="32"/>
                <w:szCs w:val="24"/>
                <w:u w:val="single"/>
              </w:rPr>
              <w:t>_________</w:t>
            </w:r>
            <w:r w:rsid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(se regarder)</w:t>
            </w:r>
            <w:r w:rsidR="00BF2BC9">
              <w:rPr>
                <w:sz w:val="32"/>
                <w:szCs w:val="24"/>
              </w:rPr>
              <w:t xml:space="preserve"> </w:t>
            </w:r>
            <w:r w:rsidR="00D23475">
              <w:rPr>
                <w:sz w:val="32"/>
                <w:szCs w:val="24"/>
              </w:rPr>
              <w:t>d</w:t>
            </w:r>
            <w:r w:rsidR="001028A0" w:rsidRPr="00D23475">
              <w:rPr>
                <w:sz w:val="32"/>
                <w:szCs w:val="24"/>
              </w:rPr>
              <w:t xml:space="preserve">ans </w:t>
            </w:r>
            <w:r w:rsidR="00D23475">
              <w:rPr>
                <w:sz w:val="32"/>
                <w:szCs w:val="24"/>
              </w:rPr>
              <w:t>s</w:t>
            </w:r>
            <w:r w:rsidR="001028A0" w:rsidRPr="00D23475">
              <w:rPr>
                <w:sz w:val="32"/>
                <w:szCs w:val="24"/>
              </w:rPr>
              <w:t xml:space="preserve">on miroir magique. Un jour, son miroir lui </w:t>
            </w:r>
            <w:r w:rsidR="00166AB0">
              <w:rPr>
                <w:b/>
                <w:sz w:val="32"/>
                <w:szCs w:val="24"/>
                <w:u w:val="single"/>
              </w:rPr>
              <w:t>____</w:t>
            </w:r>
            <w:r w:rsidR="00BF2BC9">
              <w:rPr>
                <w:b/>
                <w:sz w:val="32"/>
                <w:szCs w:val="24"/>
                <w:u w:val="single"/>
              </w:rPr>
              <w:t xml:space="preserve"> </w:t>
            </w:r>
            <w:r w:rsidR="00BF2BC9" w:rsidRPr="00B72F39">
              <w:rPr>
                <w:szCs w:val="24"/>
              </w:rPr>
              <w:t>(dire)</w:t>
            </w:r>
            <w:r w:rsidR="001028A0" w:rsidRPr="00D23475">
              <w:rPr>
                <w:sz w:val="32"/>
                <w:szCs w:val="24"/>
              </w:rPr>
              <w:t xml:space="preserve"> : « Ô reine, tu es très belle, mais Blanche-Neige est la plus belle en ce royaume. » En entendant ces mots, la reine </w:t>
            </w:r>
            <w:r w:rsidR="00166AB0">
              <w:rPr>
                <w:b/>
                <w:sz w:val="32"/>
                <w:szCs w:val="24"/>
                <w:u w:val="single"/>
              </w:rPr>
              <w:lastRenderedPageBreak/>
              <w:t>______</w:t>
            </w:r>
            <w:proofErr w:type="gramStart"/>
            <w:r w:rsidR="00166AB0">
              <w:rPr>
                <w:b/>
                <w:sz w:val="32"/>
                <w:szCs w:val="24"/>
                <w:u w:val="single"/>
              </w:rPr>
              <w:t>_</w:t>
            </w:r>
            <w:r w:rsidR="00BF2BC9" w:rsidRPr="00B72F39">
              <w:rPr>
                <w:sz w:val="20"/>
                <w:szCs w:val="24"/>
              </w:rPr>
              <w:t>(</w:t>
            </w:r>
            <w:proofErr w:type="gramEnd"/>
            <w:r w:rsidR="00BF2BC9" w:rsidRPr="00B72F39">
              <w:rPr>
                <w:sz w:val="20"/>
                <w:szCs w:val="24"/>
              </w:rPr>
              <w:t>devenir)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pâle de rage et de jalousie. Elle </w:t>
            </w:r>
            <w:r w:rsidR="00166AB0">
              <w:rPr>
                <w:b/>
                <w:sz w:val="32"/>
                <w:szCs w:val="24"/>
                <w:u w:val="single"/>
              </w:rPr>
              <w:t>_________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(commencer)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à détester Blanche-Neige. Un jour, elle </w:t>
            </w:r>
            <w:r w:rsidR="00166AB0">
              <w:rPr>
                <w:b/>
                <w:sz w:val="32"/>
                <w:szCs w:val="24"/>
                <w:u w:val="single"/>
              </w:rPr>
              <w:t>___________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(demander)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à un de ses serviteurs de tuer Blanche-Neige. Mais elle </w:t>
            </w:r>
            <w:r w:rsidR="00166AB0">
              <w:rPr>
                <w:b/>
                <w:sz w:val="32"/>
                <w:szCs w:val="24"/>
                <w:u w:val="single"/>
              </w:rPr>
              <w:t>_________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(être)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si belle </w:t>
            </w:r>
            <w:r w:rsidR="009E7FBC" w:rsidRPr="00D23475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qu’il </w:t>
            </w:r>
            <w:r w:rsidR="001028A0" w:rsidRPr="00D140AD">
              <w:rPr>
                <w:sz w:val="32"/>
                <w:szCs w:val="24"/>
              </w:rPr>
              <w:t>l’</w:t>
            </w:r>
            <w:r w:rsidR="00D140AD" w:rsidRPr="00D140AD">
              <w:rPr>
                <w:sz w:val="32"/>
                <w:szCs w:val="24"/>
              </w:rPr>
              <w:t>a laissée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partir dans les bois. Elle </w:t>
            </w:r>
            <w:r w:rsidR="00166AB0">
              <w:rPr>
                <w:b/>
                <w:sz w:val="32"/>
                <w:szCs w:val="24"/>
                <w:u w:val="single"/>
              </w:rPr>
              <w:t>_________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(aller)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dans une petite maison cachée sous les arbres. Plus tard </w:t>
            </w:r>
            <w:r w:rsidR="00D23475">
              <w:rPr>
                <w:sz w:val="32"/>
                <w:szCs w:val="24"/>
              </w:rPr>
              <w:t xml:space="preserve">là-bas, les sept nains </w:t>
            </w:r>
            <w:r w:rsidR="00166AB0">
              <w:rPr>
                <w:b/>
                <w:sz w:val="32"/>
                <w:szCs w:val="24"/>
                <w:u w:val="single"/>
              </w:rPr>
              <w:t>_______</w:t>
            </w:r>
            <w:proofErr w:type="gramStart"/>
            <w:r w:rsidR="00166AB0">
              <w:rPr>
                <w:b/>
                <w:sz w:val="32"/>
                <w:szCs w:val="24"/>
                <w:u w:val="single"/>
              </w:rPr>
              <w:t>_</w:t>
            </w:r>
            <w:r w:rsidR="00BF2BC9" w:rsidRPr="00B72F39">
              <w:rPr>
                <w:sz w:val="20"/>
                <w:szCs w:val="24"/>
              </w:rPr>
              <w:t>(</w:t>
            </w:r>
            <w:proofErr w:type="gramEnd"/>
            <w:r w:rsidR="00BF2BC9" w:rsidRPr="00B72F39">
              <w:rPr>
                <w:sz w:val="20"/>
                <w:szCs w:val="24"/>
              </w:rPr>
              <w:t>arriver)</w:t>
            </w:r>
            <w:r w:rsidR="00D23475">
              <w:rPr>
                <w:sz w:val="32"/>
                <w:szCs w:val="24"/>
              </w:rPr>
              <w:t>. E</w:t>
            </w:r>
            <w:r w:rsidR="001028A0" w:rsidRPr="00D23475">
              <w:rPr>
                <w:sz w:val="32"/>
                <w:szCs w:val="24"/>
              </w:rPr>
              <w:t xml:space="preserve">lle </w:t>
            </w:r>
            <w:r w:rsidR="00D23475">
              <w:rPr>
                <w:sz w:val="32"/>
                <w:szCs w:val="24"/>
              </w:rPr>
              <w:t xml:space="preserve">leur </w:t>
            </w:r>
            <w:r w:rsidR="00166AB0">
              <w:rPr>
                <w:b/>
                <w:sz w:val="32"/>
                <w:szCs w:val="24"/>
                <w:u w:val="single"/>
              </w:rPr>
              <w:t>________</w:t>
            </w:r>
            <w:r w:rsidR="001028A0"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(raconter)</w:t>
            </w:r>
            <w:r w:rsidR="00BF2BC9">
              <w:rPr>
                <w:sz w:val="32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 xml:space="preserve">ses aventures. Mais la méchante reine </w:t>
            </w:r>
            <w:r w:rsidR="00166AB0">
              <w:rPr>
                <w:b/>
                <w:sz w:val="32"/>
                <w:szCs w:val="24"/>
                <w:u w:val="single"/>
              </w:rPr>
              <w:t>________</w:t>
            </w:r>
            <w:r w:rsidR="00BF2BC9">
              <w:rPr>
                <w:b/>
                <w:sz w:val="32"/>
                <w:szCs w:val="24"/>
                <w:u w:val="single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(chercher)</w:t>
            </w:r>
            <w:r w:rsidR="001028A0" w:rsidRPr="00D23475">
              <w:rPr>
                <w:sz w:val="32"/>
                <w:szCs w:val="24"/>
              </w:rPr>
              <w:t xml:space="preserve"> toujours Blanche-Neige pour la tuer. Habillée en vieille dame, elle lui </w:t>
            </w:r>
            <w:r w:rsidR="00D140AD" w:rsidRPr="00D140AD">
              <w:rPr>
                <w:sz w:val="32"/>
                <w:szCs w:val="24"/>
              </w:rPr>
              <w:t>a offert</w:t>
            </w:r>
            <w:r w:rsidR="00D140AD">
              <w:rPr>
                <w:sz w:val="20"/>
                <w:szCs w:val="24"/>
              </w:rPr>
              <w:t xml:space="preserve"> </w:t>
            </w:r>
            <w:r w:rsidR="001028A0" w:rsidRPr="00D23475">
              <w:rPr>
                <w:sz w:val="32"/>
                <w:szCs w:val="24"/>
              </w:rPr>
              <w:t>une pomme empoisonnée, rouge d’un côté et blanche de l’autre.</w:t>
            </w:r>
          </w:p>
          <w:p w:rsidR="009E7FBC" w:rsidRPr="00D23475" w:rsidRDefault="009E7FBC" w:rsidP="009E7FBC">
            <w:pPr>
              <w:spacing w:line="480" w:lineRule="auto"/>
              <w:rPr>
                <w:sz w:val="32"/>
                <w:szCs w:val="24"/>
              </w:rPr>
            </w:pPr>
          </w:p>
          <w:p w:rsidR="001028A0" w:rsidRPr="00D23475" w:rsidRDefault="001028A0" w:rsidP="00D140AD">
            <w:pPr>
              <w:spacing w:line="480" w:lineRule="auto"/>
              <w:rPr>
                <w:sz w:val="24"/>
                <w:szCs w:val="24"/>
              </w:rPr>
            </w:pPr>
            <w:r w:rsidRPr="00BA2F46">
              <w:rPr>
                <w:sz w:val="32"/>
                <w:szCs w:val="24"/>
              </w:rPr>
              <w:lastRenderedPageBreak/>
              <w:t xml:space="preserve"> </w:t>
            </w:r>
            <w:r w:rsidRPr="00D23475">
              <w:rPr>
                <w:sz w:val="32"/>
                <w:szCs w:val="24"/>
              </w:rPr>
              <w:t xml:space="preserve">Les nains </w:t>
            </w:r>
            <w:r w:rsidR="00166AB0">
              <w:rPr>
                <w:b/>
                <w:sz w:val="32"/>
                <w:szCs w:val="24"/>
                <w:u w:val="single"/>
              </w:rPr>
              <w:t>_________</w:t>
            </w:r>
            <w:r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>(trouver)</w:t>
            </w:r>
            <w:r w:rsidR="00BF2BC9">
              <w:rPr>
                <w:sz w:val="32"/>
                <w:szCs w:val="24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Blanche-Neige morte. Elle </w:t>
            </w:r>
            <w:r w:rsidR="00D140AD" w:rsidRPr="00D140AD">
              <w:rPr>
                <w:sz w:val="32"/>
                <w:szCs w:val="24"/>
              </w:rPr>
              <w:t>semblait</w:t>
            </w:r>
            <w:r w:rsidR="00D140AD">
              <w:rPr>
                <w:b/>
                <w:sz w:val="32"/>
                <w:szCs w:val="24"/>
                <w:u w:val="single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dormir dans son cercueil de verre. Elle </w:t>
            </w:r>
            <w:r w:rsidR="00166AB0">
              <w:rPr>
                <w:b/>
                <w:sz w:val="32"/>
                <w:szCs w:val="24"/>
                <w:u w:val="single"/>
              </w:rPr>
              <w:t>________</w:t>
            </w:r>
            <w:r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 xml:space="preserve">(reposer) </w:t>
            </w:r>
            <w:r w:rsidRPr="00D23475">
              <w:rPr>
                <w:sz w:val="32"/>
                <w:szCs w:val="24"/>
              </w:rPr>
              <w:t xml:space="preserve">au milieu de la forêt, les nains à ses côtés, quand un jour un prince, qui </w:t>
            </w:r>
            <w:r w:rsidR="00166AB0">
              <w:rPr>
                <w:b/>
                <w:sz w:val="32"/>
                <w:szCs w:val="24"/>
                <w:u w:val="single"/>
              </w:rPr>
              <w:t>_______</w:t>
            </w:r>
            <w:r w:rsidRPr="00D23475">
              <w:rPr>
                <w:sz w:val="32"/>
                <w:szCs w:val="24"/>
              </w:rPr>
              <w:t xml:space="preserve"> </w:t>
            </w:r>
            <w:r w:rsidR="00BF2BC9" w:rsidRPr="00B72F39">
              <w:rPr>
                <w:sz w:val="20"/>
                <w:szCs w:val="24"/>
              </w:rPr>
              <w:t xml:space="preserve">(être) </w:t>
            </w:r>
            <w:r w:rsidRPr="00D23475">
              <w:rPr>
                <w:sz w:val="32"/>
                <w:szCs w:val="24"/>
              </w:rPr>
              <w:t xml:space="preserve">en voyage, </w:t>
            </w:r>
            <w:r w:rsidR="00166AB0">
              <w:rPr>
                <w:b/>
                <w:sz w:val="32"/>
                <w:szCs w:val="24"/>
                <w:u w:val="single"/>
              </w:rPr>
              <w:t>_______</w:t>
            </w:r>
            <w:proofErr w:type="gramStart"/>
            <w:r w:rsidR="00166AB0">
              <w:rPr>
                <w:b/>
                <w:sz w:val="32"/>
                <w:szCs w:val="24"/>
                <w:u w:val="single"/>
              </w:rPr>
              <w:t>_</w:t>
            </w:r>
            <w:r w:rsidR="00BF2BC9" w:rsidRPr="00B72F39">
              <w:rPr>
                <w:sz w:val="20"/>
                <w:szCs w:val="24"/>
              </w:rPr>
              <w:t>(</w:t>
            </w:r>
            <w:proofErr w:type="gramEnd"/>
            <w:r w:rsidR="00BF2BC9" w:rsidRPr="00B72F39">
              <w:rPr>
                <w:sz w:val="20"/>
                <w:szCs w:val="24"/>
              </w:rPr>
              <w:t xml:space="preserve">s’arrêter) </w:t>
            </w:r>
            <w:r w:rsidRPr="00D23475">
              <w:rPr>
                <w:sz w:val="32"/>
                <w:szCs w:val="24"/>
              </w:rPr>
              <w:t xml:space="preserve">chez les nains. Il </w:t>
            </w:r>
            <w:r w:rsidR="00166AB0">
              <w:rPr>
                <w:b/>
                <w:sz w:val="32"/>
                <w:szCs w:val="24"/>
                <w:u w:val="single"/>
              </w:rPr>
              <w:t>________</w:t>
            </w:r>
            <w:r w:rsidRPr="00D23475">
              <w:rPr>
                <w:sz w:val="32"/>
                <w:szCs w:val="24"/>
              </w:rPr>
              <w:t xml:space="preserve"> </w:t>
            </w:r>
            <w:r w:rsidR="00166AB0" w:rsidRPr="00B72F39">
              <w:rPr>
                <w:sz w:val="20"/>
                <w:szCs w:val="24"/>
              </w:rPr>
              <w:t>(voir)</w:t>
            </w:r>
            <w:r w:rsidR="00166AB0">
              <w:rPr>
                <w:sz w:val="32"/>
                <w:szCs w:val="24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Blanche-Neige et </w:t>
            </w:r>
            <w:r w:rsidRPr="00D140AD">
              <w:rPr>
                <w:sz w:val="32"/>
                <w:szCs w:val="24"/>
              </w:rPr>
              <w:t>l</w:t>
            </w:r>
            <w:r w:rsidR="00166AB0" w:rsidRPr="00D140AD">
              <w:rPr>
                <w:sz w:val="32"/>
                <w:szCs w:val="24"/>
              </w:rPr>
              <w:t>’</w:t>
            </w:r>
            <w:r w:rsidR="00D140AD" w:rsidRPr="00D140AD">
              <w:rPr>
                <w:sz w:val="32"/>
                <w:szCs w:val="24"/>
              </w:rPr>
              <w:t>a sauvée</w:t>
            </w:r>
            <w:r w:rsidR="00166AB0">
              <w:rPr>
                <w:sz w:val="32"/>
                <w:szCs w:val="24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en faisant sortir de sa bouche le morceau de pomme empoisonné. Aussitôt, elle </w:t>
            </w:r>
            <w:r w:rsidR="00D140AD" w:rsidRPr="00D140AD">
              <w:rPr>
                <w:sz w:val="32"/>
                <w:szCs w:val="24"/>
              </w:rPr>
              <w:t>a ouvert</w:t>
            </w:r>
            <w:r w:rsidR="00166AB0">
              <w:rPr>
                <w:b/>
                <w:sz w:val="32"/>
                <w:szCs w:val="24"/>
                <w:u w:val="single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les yeux, pour voir le prince la regarder et lui dire tout ce qui </w:t>
            </w:r>
            <w:r w:rsidR="00D140AD" w:rsidRPr="00D140AD">
              <w:rPr>
                <w:sz w:val="32"/>
                <w:szCs w:val="24"/>
              </w:rPr>
              <w:t>s’était passé</w:t>
            </w:r>
            <w:r w:rsidR="00D140AD">
              <w:rPr>
                <w:sz w:val="20"/>
                <w:szCs w:val="24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avant de lui dire tout son amour pour elle. Ils </w:t>
            </w:r>
            <w:r w:rsidR="00166AB0">
              <w:rPr>
                <w:b/>
                <w:sz w:val="32"/>
                <w:szCs w:val="24"/>
                <w:u w:val="single"/>
              </w:rPr>
              <w:t>___________</w:t>
            </w:r>
            <w:proofErr w:type="gramStart"/>
            <w:r w:rsidRPr="00D23475">
              <w:rPr>
                <w:sz w:val="32"/>
                <w:szCs w:val="24"/>
              </w:rPr>
              <w:t>,</w:t>
            </w:r>
            <w:r w:rsidR="00166AB0" w:rsidRPr="00B72F39">
              <w:rPr>
                <w:szCs w:val="24"/>
              </w:rPr>
              <w:t>(</w:t>
            </w:r>
            <w:proofErr w:type="gramEnd"/>
            <w:r w:rsidR="00166AB0" w:rsidRPr="00B72F39">
              <w:rPr>
                <w:szCs w:val="24"/>
              </w:rPr>
              <w:t>se marier)</w:t>
            </w:r>
            <w:r w:rsidRPr="00D23475">
              <w:rPr>
                <w:sz w:val="32"/>
                <w:szCs w:val="24"/>
              </w:rPr>
              <w:t xml:space="preserve"> </w:t>
            </w:r>
            <w:bookmarkStart w:id="0" w:name="_GoBack"/>
            <w:r w:rsidR="00D140AD" w:rsidRPr="00D140AD">
              <w:rPr>
                <w:b/>
                <w:i/>
                <w:sz w:val="32"/>
                <w:szCs w:val="24"/>
                <w:u w:val="single"/>
              </w:rPr>
              <w:t xml:space="preserve">vécurent </w:t>
            </w:r>
            <w:r w:rsidRPr="00D140AD">
              <w:rPr>
                <w:i/>
                <w:sz w:val="32"/>
                <w:szCs w:val="24"/>
              </w:rPr>
              <w:t xml:space="preserve">heureux et </w:t>
            </w:r>
            <w:r w:rsidR="00D140AD" w:rsidRPr="00D140AD">
              <w:rPr>
                <w:b/>
                <w:i/>
                <w:sz w:val="32"/>
                <w:szCs w:val="24"/>
                <w:u w:val="single"/>
              </w:rPr>
              <w:t>eurent</w:t>
            </w:r>
            <w:r w:rsidR="00D140AD" w:rsidRPr="00D140AD">
              <w:rPr>
                <w:i/>
                <w:sz w:val="20"/>
                <w:szCs w:val="24"/>
              </w:rPr>
              <w:t xml:space="preserve"> </w:t>
            </w:r>
            <w:r w:rsidR="00166AB0" w:rsidRPr="00D140AD">
              <w:rPr>
                <w:i/>
                <w:sz w:val="32"/>
                <w:szCs w:val="24"/>
              </w:rPr>
              <w:t xml:space="preserve"> </w:t>
            </w:r>
            <w:r w:rsidRPr="00D140AD">
              <w:rPr>
                <w:i/>
                <w:sz w:val="32"/>
                <w:szCs w:val="24"/>
              </w:rPr>
              <w:t>beaucoup d’enfants.</w:t>
            </w:r>
            <w:bookmarkEnd w:id="0"/>
          </w:p>
        </w:tc>
        <w:tc>
          <w:tcPr>
            <w:tcW w:w="4277" w:type="dxa"/>
          </w:tcPr>
          <w:p w:rsidR="00BA2F46" w:rsidRDefault="001028A0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lastRenderedPageBreak/>
              <w:drawing>
                <wp:inline distT="0" distB="0" distL="0" distR="0" wp14:anchorId="4D388FF0" wp14:editId="0DF6B69E">
                  <wp:extent cx="1268083" cy="1268083"/>
                  <wp:effectExtent l="0" t="0" r="8890" b="8890"/>
                  <wp:docPr id="7" name="Picture 7" descr="http://t3.gstatic.com/images?q=tbn:ANd9GcSrZSH4G5yL0GXYw4z0X1H61qd3Yzj4Qt4LHXFlK3ySwRCnW_B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rZSH4G5yL0GXYw4z0X1H61qd3Yzj4Qt4LHXFlK3ySwRCnW_BK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62" cy="1268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46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Elle a </w:t>
            </w:r>
            <w:r w:rsidR="001028A0"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4CC8895D" wp14:editId="444A96F1">
                      <wp:simplePos x="0" y="0"/>
                      <wp:positionH relativeFrom="column">
                        <wp:posOffset>1717020</wp:posOffset>
                      </wp:positionH>
                      <wp:positionV relativeFrom="paragraph">
                        <wp:posOffset>723516</wp:posOffset>
                      </wp:positionV>
                      <wp:extent cx="360" cy="360"/>
                      <wp:effectExtent l="0" t="0" r="0" b="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4702DE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" o:spid="_x0000_s1026" type="#_x0000_t75" style="position:absolute;margin-left:134.25pt;margin-top:56pt;width:1.95pt;height: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xw6R/AQAAKgMAAA4AAABkcnMvZTJvRG9jLnhtbJxSQW7CMBC8V+of&#10;LN9LCAWEIgKHokocSjm0D3Adm1iNvdHaEPh9NwkpoVVViUu0no1nZ3Y8Xx5twQ4KvQGX8ngw5Ew5&#10;CZlxu5S/vz0/zDjzQbhMFOBUyk/K8+Xi/m5elYkaQQ5FppARifNJVaY8D6FMosjLXFnhB1AqR00N&#10;aEWgI+6iDEVF7LaIRsPhNKoAsxJBKu8JXbVNvmj4tVYyvGrtVWAFqYtnM9IXviukajQaE/bRVdFi&#10;LpIdijI38ixL3KDKCuNIxDfVSgTB9mh+UVkjETzoMJBgI9DaSNV4Infx8Ie7tfusncVjucdEggvK&#10;ha3A0O2vadwywha0guoFMkpI7APwMyMt6P9AWtErkHtLetpUUBUi0JPwuSk9Z5iYLOW4zuKLfnd4&#10;ujjY4sXX5rBFVv8/4cwJS5LIN5twiqazvrm+S53o3PqL9ajR1nmQWHZMOUV+qr9N3OoYmCTwcUqw&#10;JLwuepzt3W5Cb+809irh/rmW1Hvii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4IGvS4QAAAAsBAAAPAAAAZHJzL2Rvd25yZXYueG1sTI9BT8JAEIXvJv6HzZh4ky0bQajd&#10;EkICBzUSgYu3bTu2jd3ZZneB4q93OOlx3vvy5r1sMdhOnNCH1pGG8SgBgVS6qqVaw2G/fpiBCNFQ&#10;ZTpHqOGCARb57U1m0sqd6QNPu1gLDqGQGg1NjH0qZSgbtCaMXI/E3pfz1kQ+fS0rb84cbjupkmQq&#10;rWmJPzSmx1WD5ffuaDWsN5efsFq+bz/jXm6LdhP868ub1vd3w/IZRMQh/sFwrc/VIedOhTtSFUSn&#10;QU1nE0bZGCsexYR6Uo8giqsymYPMM/l/Q/4LAAD//wMAUEsDBBQABgAIAAAAIQDG+B16sAEAANwD&#10;AAAQAAAAZHJzL2luay9pbmsxLnhtbJxTwW6jMBC9V9p/sLzngAkNbVFJDpUqVdqVVm0qtUcKk2AF&#10;25E9hOTv1xhwsirtYS/IzHjevPdmfL86ipocQBuuZEajgFECslAll9uMvq4fZ7eUGMxlmddKQkZP&#10;YOhq+ePqnsudqFP7JRZBmu4k6oxWiPs0DNu2Ddo4UHobzhmLwye5+/2LLoeqEjZccrQtzRgqlEQ4&#10;YgeW8jKjBR6Zv2+xX1SjC/DpLqKL8w3UeQGPSoscPWKVSwk1kbmwvN8owdPeHrjtswVNiciPVjCb&#10;X1PSWDLG9hQ0nK5+n66+Saw7/xSHzob0azp/tNqDRg5n5T3PIXEiRf/vKPfcNRhVN51dlBzyurEq&#10;5rdBnCyShW8fhRPsP2NaId9ixnfXZ0kj5iBqIHapYMj4+YzuIRdgt0bs/cDQ2M3qwi+o3W7NWZTM&#10;2GIWsXUUpyxKO0l3rJvA2K9fiRHzQzem8ngf+jx8l/Fae30tL7HydrGAJUly49269GqqugK+rfC/&#10;yzcc1+qh0QfwENGFMNfRy5x4DG59yPAknmGT0Z/uPRBX2QecAYyw0S1X40HtRJZ/AQAA//8DAFBL&#10;AQItABQABgAIAAAAIQCbMyc3DAEAAC0CAAATAAAAAAAAAAAAAAAAAAAAAABbQ29udGVudF9UeXBl&#10;c10ueG1sUEsBAi0AFAAGAAgAAAAhADj9If/WAAAAlAEAAAsAAAAAAAAAAAAAAAAAPQEAAF9yZWxz&#10;Ly5yZWxzUEsBAi0AFAAGAAgAAAAhAHSxw6R/AQAAKgMAAA4AAAAAAAAAAAAAAAAAPAIAAGRycy9l&#10;Mm9Eb2MueG1sUEsBAi0AFAAGAAgAAAAhAHkYvJ2/AAAAIQEAABkAAAAAAAAAAAAAAAAA5wMAAGRy&#10;cy9fcmVscy9lMm9Eb2MueG1sLnJlbHNQSwECLQAUAAYACAAAACEAeCBr0uEAAAALAQAADwAAAAAA&#10;AAAAAAAAAADdBAAAZHJzL2Rvd25yZXYueG1sUEsBAi0AFAAGAAgAAAAhAMb4HXqwAQAA3AMAABAA&#10;AAAAAAAAAAAAAAAA6wUAAGRycy9pbmsvaW5rMS54bWxQSwUGAAAAAAYABgB4AQAAyQcAAAAA&#10;">
                      <v:imagedata r:id="rId7" o:title=""/>
                    </v:shape>
                  </w:pict>
                </mc:Fallback>
              </mc:AlternateContent>
            </w:r>
            <w:r w:rsidR="001028A0"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C8D7370" wp14:editId="5992925C">
                      <wp:simplePos x="0" y="0"/>
                      <wp:positionH relativeFrom="column">
                        <wp:posOffset>983700</wp:posOffset>
                      </wp:positionH>
                      <wp:positionV relativeFrom="paragraph">
                        <wp:posOffset>649976</wp:posOffset>
                      </wp:positionV>
                      <wp:extent cx="360" cy="360"/>
                      <wp:effectExtent l="0" t="0" r="0" b="0"/>
                      <wp:wrapNone/>
                      <wp:docPr id="3" name="Ink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4BAC4DA" id="Ink 3" o:spid="_x0000_s1026" type="#_x0000_t75" style="position:absolute;margin-left:76.5pt;margin-top:50.25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O4Vd/AQAAKgMAAA4AAABkcnMvZTJvRG9jLnhtbJxSy27CMBC8V+o/&#10;WL6XJIAQiggciipxKOXQfoDr2MRq7I3WhoS/74bwCK2qSlyi9Ww8O7Pj2aKxJdsr9AZcxpNBzJly&#10;EnLjthn/eH95mnLmg3C5KMGpjB+U54v548OsrlI1hALKXCEjEufTusp4EUKVRpGXhbLCD6BSjpoa&#10;0IpAR9xGOYqa2G0ZDeN4EtWAeYUglfeELrsmnx/5tVYyvGntVWAlqUumU9IXLhVSNRyOCfs8V9F8&#10;JtItiqow8iRL3KHKCuNIxIVqKYJgOzS/qKyRCB50GEiwEWhtpDp6IndJ/MPdyn21zpKx3GEqwQXl&#10;wkZgOO/v2LhnhC1pBfUr5JSQ2AXgJ0Za0P+BdKKXIHeW9HSpoCpFoCfhC1N5zjA1ecZxlSdX/W7/&#10;fHWwwauv9X6DrP1/xJkTliSRbzbiFM3Z+vr2LnWiU+sv1kajbfMgsazJOEV+aL/HuFUTmCRwNCFY&#10;Et4WPc7u7nlCb+809ibh/rmV1Hvi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rOIlY4QAAAAsBAAAPAAAAZHJzL2Rvd25yZXYueG1sTI9BT8MwDIXvSPyHyEjcWAKs0yhN&#10;p2nSdgDExLYLt7QxbUXjVE22dfx63BPc/Oyn5+9li8G14oR9aDxpuJ8oEEiltw1VGg779d0cRIiG&#10;rGk9oYYLBljk11eZSa0/0weedrESHEIhNRrqGLtUylDW6EyY+A6Jb1++dyay7Ctpe3PmcNfKB6Vm&#10;0pmG+ENtOlzVWH7vjk7DenP5Cavl+/Yz7uW2aDahf3150/r2Zlg+g4g4xD8zjPiMDjkzFf5INoiW&#10;dfLIXSIPSiUgRkcyewJRjJvpFGSeyf8d8l8AAAD//wMAUEsDBBQABgAIAAAAIQAigTKgrwEAANwD&#10;AAAQAAAAZHJzL2luay9pbmsxLnhtbJxTwW6jMBC9V9p/sLzngAkNbVFJDpUqVdqVVm0qtUcKk2AF&#10;25E9hOTv1xhwsirtYS/IzHjevPdmfL86ipocQBuuZEajgFECslAll9uMvq4fZ7eUGMxlmddKQkZP&#10;YOhq+ePqnsudqFP7JRZBmu4k6oxWiPs0DNu2Ddo4UHobzhmLwye5+/2LLoeqEjZccrQtzRgqlEQ4&#10;YgeW8jKjBR6Zv2+xX1SjC/DpLqKL8w3UeQGPSoscPWKVSwk1kbmwvN8owdPeHrjtswVNiciPVjCb&#10;X1PSWDLG9hQ0nK5+n66+Saw7/xSHzob0azp/tNqDRg5n5T3PIXEiRf/vKPfcNRhVN51dlBzyurEq&#10;5rdBnCyShW8fhRPsP2NaId9ixnfXZ0kj5iBqIHapYMj4+YzuIRdgt0bs/cDQ2M3qwi+o3W7NWZTM&#10;2GIWsXUUpyxKO0l3UTeBsV+/EiPmh25M5fE+9Hn4LuO19vpaXmLl7WIBS5Lkxrt16dVUdQV8W+F/&#10;l284rtVDow/gIS6FuY5e5sRjcOtDhifxDJuM/nTvgbjKPuAMYISNbrkaD2onsvwLAAD//wMAUEsB&#10;Ai0AFAAGAAgAAAAhAJszJzcMAQAALQIAABMAAAAAAAAAAAAAAAAAAAAAAFtDb250ZW50X1R5cGVz&#10;XS54bWxQSwECLQAUAAYACAAAACEAOP0h/9YAAACUAQAACwAAAAAAAAAAAAAAAAA9AQAAX3JlbHMv&#10;LnJlbHNQSwECLQAUAAYACAAAACEA9w7hV38BAAAqAwAADgAAAAAAAAAAAAAAAAA8AgAAZHJzL2Uy&#10;b0RvYy54bWxQSwECLQAUAAYACAAAACEAeRi8nb8AAAAhAQAAGQAAAAAAAAAAAAAAAADnAwAAZHJz&#10;L19yZWxzL2Uyb0RvYy54bWwucmVsc1BLAQItABQABgAIAAAAIQCrOIlY4QAAAAsBAAAPAAAAAAAA&#10;AAAAAAAAAN0EAABkcnMvZG93bnJldi54bWxQSwECLQAUAAYACAAAACEAIoEyoK8BAADcAwAAEAAA&#10;AAAAAAAAAAAAAADrBQAAZHJzL2luay9pbmsxLnhtbFBLBQYAAAAABgAGAHgBAADIBwAAAAA=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>la peau blanche.</w:t>
            </w:r>
          </w:p>
          <w:p w:rsidR="001028A0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705CB3B" wp14:editId="64528148">
                  <wp:extent cx="1551565" cy="871268"/>
                  <wp:effectExtent l="0" t="0" r="0" b="5080"/>
                  <wp:docPr id="8" name="Picture 8" descr="http://www.shockya.com/news/wp-content/uploads/The-Evil-Que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hockya.com/news/wp-content/uploads/The-Evil-Que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592" cy="87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la reine</w:t>
            </w:r>
          </w:p>
          <w:p w:rsidR="00BA2F46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4C3681BE" wp14:editId="621C4703">
                  <wp:extent cx="1630393" cy="1121701"/>
                  <wp:effectExtent l="0" t="0" r="8255" b="2540"/>
                  <wp:docPr id="9" name="Picture 9" descr="http://t0.gstatic.com/images?q=tbn:ANd9GcRVqqU6nJdcCV_WoG6br_HYi4lmHJgJNtrG6iDHFBaPx1e_gY8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VqqU6nJdcCV_WoG6br_HYi4lmHJgJNtrG6iDHFBaPx1e_gY8i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447" cy="112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8A0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roi et Blanche Neige</w:t>
            </w:r>
          </w:p>
          <w:p w:rsidR="009E7FBC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71DD3AFE" wp14:editId="4F2D1A9C">
                  <wp:extent cx="1457864" cy="2264190"/>
                  <wp:effectExtent l="0" t="0" r="9525" b="3175"/>
                  <wp:docPr id="11" name="Picture 11" descr="http://t1.gstatic.com/images?q=tbn:ANd9GcR4I-ku2W3t_xyziot1NIcykDOGtD0onaCJFK2fFEwq7zphIcV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R4I-ku2W3t_xyziot1NIcykDOGtD0onaCJFK2fFEwq7zphIcVP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915" cy="2273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46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royaume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</w:p>
          <w:p w:rsidR="00BA2F46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lastRenderedPageBreak/>
              <w:drawing>
                <wp:inline distT="0" distB="0" distL="0" distR="0" wp14:anchorId="1062A193" wp14:editId="32DD4225">
                  <wp:extent cx="1921579" cy="1276710"/>
                  <wp:effectExtent l="0" t="0" r="2540" b="0"/>
                  <wp:docPr id="12" name="Picture 12" descr="http://t2.gstatic.com/images?q=tbn:ANd9GcQcDQ6GDH6k33ov38HLZO_-4XBxWifgd-Cr5oyWP3gPvq4LHR2HK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cDQ6GDH6k33ov38HLZO_-4XBxWifgd-Cr5oyWP3gPvq4LHR2HK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667" cy="1276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2F46" w:rsidRDefault="007053FD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BA2F46">
              <w:rPr>
                <w:b/>
                <w:sz w:val="24"/>
                <w:szCs w:val="24"/>
              </w:rPr>
              <w:t>e serviteur qui ne peut pas tuer Blanche-Neige</w:t>
            </w:r>
          </w:p>
          <w:p w:rsidR="00BA2F46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6D3F52B1" wp14:editId="3154348E">
                  <wp:extent cx="1887279" cy="1293962"/>
                  <wp:effectExtent l="0" t="0" r="0" b="1905"/>
                  <wp:docPr id="15" name="Picture 15" descr="http://t0.gstatic.com/images?q=tbn:ANd9GcR7hOtE2OeoSFjB7rvmoIoHGqnlwu4sRk9r-UItB6xrhMY-B2J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7hOtE2OeoSFjB7rvmoIoHGqnlwu4sRk9r-UItB6xrhMY-B2JJ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343" cy="1294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3FD" w:rsidRDefault="007053FD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bois</w:t>
            </w:r>
          </w:p>
          <w:p w:rsidR="001028A0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067106C7" wp14:editId="391DB5F1">
                  <wp:extent cx="1867633" cy="1397480"/>
                  <wp:effectExtent l="0" t="0" r="0" b="0"/>
                  <wp:docPr id="13" name="Picture 13" descr="http://t2.gstatic.com/images?q=tbn:ANd9GcRCTYvfMkR1JEePzLWCt9ntnHvX24JksTay1ORW-1nowS7hfCkxa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CTYvfMkR1JEePzLWCt9ntnHvX24JksTay1ORW-1nowS7hfCkxaQ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24" cy="139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3FD" w:rsidRDefault="007053FD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Une maison cachée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43D9BA7D" wp14:editId="12D42262">
                  <wp:extent cx="2350038" cy="1561381"/>
                  <wp:effectExtent l="0" t="0" r="0" b="1270"/>
                  <wp:docPr id="16" name="Picture 16" descr="http://t1.gstatic.com/images?q=tbn:ANd9GcSZBsYuuWHfFRidPl46qpiBi6pcom2vBx4290yJxqzhpi8W-K-UF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ZBsYuuWHfFRidPl46qpiBi6pcom2vBx4290yJxqzhpi8W-K-UF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46" cy="156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sept nains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6F37BC53" wp14:editId="4840BB3B">
                  <wp:extent cx="2181251" cy="1449238"/>
                  <wp:effectExtent l="0" t="0" r="0" b="0"/>
                  <wp:docPr id="17" name="Picture 17" descr="http://t3.gstatic.com/images?q=tbn:ANd9GcSYuVc03HAgTtd1KnEz7fLwZInUgE4xsdCfjOeBUj6mSyKCaIFYYQ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YuVc03HAgTtd1KnEz7fLwZInUgE4xsdCfjOeBUj6mSyKCaIFYYQ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351" cy="144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 pomme empoisonnée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</w:p>
          <w:p w:rsidR="001028A0" w:rsidRDefault="00BA2F46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lastRenderedPageBreak/>
              <w:drawing>
                <wp:inline distT="0" distB="0" distL="0" distR="0" wp14:anchorId="765BA2AB" wp14:editId="347C6AF7">
                  <wp:extent cx="2161169" cy="1207698"/>
                  <wp:effectExtent l="0" t="0" r="0" b="0"/>
                  <wp:docPr id="10" name="Picture 10" descr="http://t0.gstatic.com/images?q=tbn:ANd9GcTgy72OScxvafNF5G0vL4TdPAuv1wM41GdcOoxqHSVyXZrJ1x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Tgy72OScxvafNF5G0vL4TdPAuv1wM41GdcOoxqHSVyXZrJ1xLa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359" cy="1207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Blanche-Neige morte !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24204E57" wp14:editId="066A1376">
                  <wp:extent cx="2579298" cy="1445857"/>
                  <wp:effectExtent l="0" t="0" r="0" b="2540"/>
                  <wp:docPr id="18" name="Picture 18" descr="http://t2.gstatic.com/images?q=tbn:ANd9GcQfPZzQGxyqRXiIqRMg8512gRJcwjNEFcTKLrHg514UCnzpJNb2K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fPZzQGxyqRXiIqRMg8512gRJcwjNEFcTKLrHg514UCnzpJNb2K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287" cy="144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Blanche-Neige dans son cercueil de verre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2516219" cy="1406106"/>
                  <wp:effectExtent l="0" t="0" r="0" b="3810"/>
                  <wp:docPr id="19" name="Picture 19" descr="http://t3.gstatic.com/images?q=tbn:ANd9GcRb-yoUJU3RiVAbYcdWeiCsO-nEISuD0m31r4GEjy-VnvhxOWhdW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b-yoUJU3RiVAbYcdWeiCsO-nEISuD0m31r4GEjy-VnvhxOWhdWQ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441" cy="140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 enlève la pomme avec la bouche !!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1966822" cy="1473198"/>
                  <wp:effectExtent l="0" t="0" r="0" b="0"/>
                  <wp:docPr id="20" name="Picture 20" descr="http://t0.gstatic.com/images?q=tbn:ANd9GcR3vfDzWTySMFmg5Tl_mn9rkJtmPu6STC3sKatvkK9hf5PqKW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3vfDzWTySMFmg5Tl_mn9rkJtmPu6STC3sKatvkK9hf5PqKW_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30" cy="1477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Blanche-Neige vivante !</w:t>
            </w:r>
          </w:p>
          <w:p w:rsidR="009E7FBC" w:rsidRDefault="009E7FBC" w:rsidP="001028A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>
                  <wp:extent cx="2562225" cy="1776730"/>
                  <wp:effectExtent l="0" t="0" r="9525" b="0"/>
                  <wp:docPr id="21" name="Picture 21" descr="http://t3.gstatic.com/images?q=tbn:ANd9GcRCBmTCsKuA1zoqdyqJ8Y_pHGGIxVvPBvkXCxmOJEFkZWsdE_sT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CBmTCsKuA1zoqdyqJ8Y_pHGGIxVvPBvkXCxmOJEFkZWsdE_sTow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7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2BC9" w:rsidRDefault="00BF2BC9" w:rsidP="00722A6B">
      <w:pPr>
        <w:spacing w:after="0" w:line="240" w:lineRule="auto"/>
        <w:rPr>
          <w:b/>
          <w:sz w:val="24"/>
          <w:szCs w:val="24"/>
        </w:rPr>
      </w:pPr>
    </w:p>
    <w:p w:rsidR="00BF2BC9" w:rsidRDefault="00BF2BC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F2BC9" w:rsidRDefault="00BF2BC9" w:rsidP="00BF2BC9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:rsidR="00BF2BC9" w:rsidRDefault="00BF2BC9" w:rsidP="00BF2BC9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:rsidR="00BF2BC9" w:rsidRDefault="00BF2BC9" w:rsidP="00BF2BC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C’est à toi ! – </w:t>
      </w:r>
      <w:proofErr w:type="spellStart"/>
      <w:r>
        <w:rPr>
          <w:b/>
          <w:sz w:val="24"/>
          <w:szCs w:val="24"/>
        </w:rPr>
        <w:t>Level</w:t>
      </w:r>
      <w:proofErr w:type="spellEnd"/>
      <w:r>
        <w:rPr>
          <w:b/>
          <w:sz w:val="24"/>
          <w:szCs w:val="24"/>
        </w:rPr>
        <w:t xml:space="preserve"> 2</w:t>
      </w:r>
    </w:p>
    <w:p w:rsidR="00BF2BC9" w:rsidRDefault="00BF2BC9" w:rsidP="00BF2BC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Unité 6 – Leçon B</w:t>
      </w:r>
    </w:p>
    <w:p w:rsidR="00BF2BC9" w:rsidRDefault="00BF2BC9" w:rsidP="00BF2BC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 passé composé ou l’imparfait</w:t>
      </w:r>
    </w:p>
    <w:p w:rsidR="00BF2BC9" w:rsidRDefault="00BF2BC9" w:rsidP="00BF2BC9">
      <w:pPr>
        <w:spacing w:after="0" w:line="240" w:lineRule="auto"/>
        <w:jc w:val="center"/>
        <w:rPr>
          <w:b/>
          <w:sz w:val="24"/>
          <w:szCs w:val="24"/>
        </w:rPr>
      </w:pPr>
    </w:p>
    <w:p w:rsidR="00BF2BC9" w:rsidRDefault="00BF2BC9" w:rsidP="00BF2BC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Instruction : En travaillant avec un partenaire, complétez l’histoire avec la conjugaison appropriée du passé composé ou de l’imparfait selon le contexte.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4277"/>
      </w:tblGrid>
      <w:tr w:rsidR="00BF2BC9" w:rsidTr="00A810BB">
        <w:tc>
          <w:tcPr>
            <w:tcW w:w="4968" w:type="dxa"/>
          </w:tcPr>
          <w:p w:rsidR="00BF2BC9" w:rsidRPr="007053FD" w:rsidRDefault="00BF2BC9" w:rsidP="00A810BB">
            <w:pPr>
              <w:spacing w:line="480" w:lineRule="auto"/>
              <w:rPr>
                <w:sz w:val="12"/>
                <w:szCs w:val="24"/>
              </w:rPr>
            </w:pPr>
          </w:p>
          <w:p w:rsidR="00BF2BC9" w:rsidRPr="00D23475" w:rsidRDefault="00BF2BC9" w:rsidP="00A810BB">
            <w:pPr>
              <w:spacing w:line="480" w:lineRule="auto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 xml:space="preserve">     </w:t>
            </w:r>
            <w:r w:rsidRPr="00D23475">
              <w:rPr>
                <w:sz w:val="32"/>
                <w:szCs w:val="24"/>
              </w:rPr>
              <w:t xml:space="preserve">Il était une fois une princesse qui </w:t>
            </w:r>
            <w:r w:rsidRPr="00D23475">
              <w:rPr>
                <w:b/>
                <w:sz w:val="32"/>
                <w:szCs w:val="24"/>
                <w:u w:val="single"/>
              </w:rPr>
              <w:t>avait</w:t>
            </w:r>
            <w:r w:rsidRPr="00D23475">
              <w:rPr>
                <w:sz w:val="32"/>
                <w:szCs w:val="24"/>
              </w:rPr>
              <w:t xml:space="preserve"> la peau blanche comme la neige.</w:t>
            </w:r>
            <w:r w:rsidRPr="00D23475">
              <w:rPr>
                <w:rFonts w:ascii="Arial" w:hAnsi="Arial" w:cs="Arial"/>
                <w:color w:val="0000FF"/>
                <w:sz w:val="32"/>
                <w:szCs w:val="27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Elle </w:t>
            </w:r>
            <w:r w:rsidRPr="00D23475">
              <w:rPr>
                <w:b/>
                <w:sz w:val="32"/>
                <w:szCs w:val="24"/>
                <w:u w:val="single"/>
              </w:rPr>
              <w:t>s’appelait</w:t>
            </w:r>
            <w:r w:rsidRPr="00D23475">
              <w:rPr>
                <w:sz w:val="32"/>
                <w:szCs w:val="24"/>
              </w:rPr>
              <w:t xml:space="preserve"> Blanche-Neige. Quand elle </w:t>
            </w:r>
            <w:r w:rsidRPr="00D23475">
              <w:rPr>
                <w:b/>
                <w:sz w:val="32"/>
                <w:szCs w:val="24"/>
                <w:u w:val="single"/>
              </w:rPr>
              <w:t>était</w:t>
            </w:r>
            <w:r w:rsidRPr="00D23475">
              <w:rPr>
                <w:sz w:val="32"/>
                <w:szCs w:val="24"/>
              </w:rPr>
              <w:t xml:space="preserve"> petite, sa mère, la reine, </w:t>
            </w:r>
            <w:r w:rsidRPr="00D23475">
              <w:rPr>
                <w:b/>
                <w:sz w:val="32"/>
                <w:szCs w:val="24"/>
                <w:u w:val="single"/>
              </w:rPr>
              <w:t>est morte</w:t>
            </w:r>
            <w:r w:rsidRPr="00D23475">
              <w:rPr>
                <w:sz w:val="32"/>
                <w:szCs w:val="24"/>
              </w:rPr>
              <w:t xml:space="preserve">. Il </w:t>
            </w:r>
            <w:r w:rsidRPr="00D23475">
              <w:rPr>
                <w:b/>
                <w:sz w:val="32"/>
                <w:szCs w:val="24"/>
                <w:u w:val="single"/>
              </w:rPr>
              <w:t>a été</w:t>
            </w:r>
            <w:r w:rsidRPr="00D23475">
              <w:rPr>
                <w:sz w:val="32"/>
                <w:szCs w:val="24"/>
              </w:rPr>
              <w:t xml:space="preserve"> temps pour son père, le roi, de se marier avec une femme très belle mais très arrogante. Chaque matin, elle </w:t>
            </w:r>
            <w:r w:rsidRPr="00D23475">
              <w:rPr>
                <w:b/>
                <w:sz w:val="32"/>
                <w:szCs w:val="24"/>
                <w:u w:val="single"/>
              </w:rPr>
              <w:t>se regardait</w:t>
            </w:r>
            <w:r>
              <w:rPr>
                <w:sz w:val="32"/>
                <w:szCs w:val="24"/>
              </w:rPr>
              <w:t xml:space="preserve"> d</w:t>
            </w:r>
            <w:r w:rsidRPr="00D23475">
              <w:rPr>
                <w:sz w:val="32"/>
                <w:szCs w:val="24"/>
              </w:rPr>
              <w:t xml:space="preserve">ans </w:t>
            </w:r>
            <w:r>
              <w:rPr>
                <w:sz w:val="32"/>
                <w:szCs w:val="24"/>
              </w:rPr>
              <w:t>s</w:t>
            </w:r>
            <w:r w:rsidRPr="00D23475">
              <w:rPr>
                <w:sz w:val="32"/>
                <w:szCs w:val="24"/>
              </w:rPr>
              <w:t xml:space="preserve">on miroir magique. Un jour, son miroir lui </w:t>
            </w:r>
            <w:r w:rsidRPr="00D23475">
              <w:rPr>
                <w:b/>
                <w:sz w:val="32"/>
                <w:szCs w:val="24"/>
                <w:u w:val="single"/>
              </w:rPr>
              <w:t>a dit</w:t>
            </w:r>
            <w:r w:rsidRPr="00D23475">
              <w:rPr>
                <w:sz w:val="32"/>
                <w:szCs w:val="24"/>
              </w:rPr>
              <w:t xml:space="preserve"> : « Ô reine, tu es très belle, mais Blanche-Neige est la plus belle en ce royaume. » En entendant ces mots, la reine </w:t>
            </w:r>
            <w:r w:rsidRPr="00D23475">
              <w:rPr>
                <w:b/>
                <w:sz w:val="32"/>
                <w:szCs w:val="24"/>
                <w:u w:val="single"/>
              </w:rPr>
              <w:t>est devenue</w:t>
            </w:r>
            <w:r w:rsidRPr="00D23475">
              <w:rPr>
                <w:sz w:val="32"/>
                <w:szCs w:val="24"/>
              </w:rPr>
              <w:t xml:space="preserve"> pâle de rage et de jalousie. </w:t>
            </w:r>
          </w:p>
          <w:p w:rsidR="00BF2BC9" w:rsidRPr="00D23475" w:rsidRDefault="00BF2BC9" w:rsidP="00A810BB">
            <w:pPr>
              <w:spacing w:line="480" w:lineRule="auto"/>
              <w:rPr>
                <w:sz w:val="32"/>
                <w:szCs w:val="24"/>
              </w:rPr>
            </w:pPr>
            <w:r w:rsidRPr="00D23475">
              <w:rPr>
                <w:sz w:val="32"/>
                <w:szCs w:val="24"/>
              </w:rPr>
              <w:t xml:space="preserve">Elle </w:t>
            </w:r>
            <w:r w:rsidRPr="00D23475">
              <w:rPr>
                <w:b/>
                <w:sz w:val="32"/>
                <w:szCs w:val="24"/>
                <w:u w:val="single"/>
              </w:rPr>
              <w:t>a commencé</w:t>
            </w:r>
            <w:r w:rsidRPr="00D23475">
              <w:rPr>
                <w:sz w:val="32"/>
                <w:szCs w:val="24"/>
              </w:rPr>
              <w:t xml:space="preserve"> à détester Blanche-Neige. Un jour, elle </w:t>
            </w:r>
            <w:r w:rsidRPr="00D23475">
              <w:rPr>
                <w:b/>
                <w:sz w:val="32"/>
                <w:szCs w:val="24"/>
                <w:u w:val="single"/>
              </w:rPr>
              <w:t>a demandé</w:t>
            </w:r>
            <w:r w:rsidRPr="00D23475">
              <w:rPr>
                <w:sz w:val="32"/>
                <w:szCs w:val="24"/>
              </w:rPr>
              <w:t xml:space="preserve"> à un de ses serviteurs de tuer Blanche-Neige. Mais elle </w:t>
            </w:r>
            <w:r w:rsidRPr="00D23475">
              <w:rPr>
                <w:b/>
                <w:sz w:val="32"/>
                <w:szCs w:val="24"/>
                <w:u w:val="single"/>
              </w:rPr>
              <w:t>était</w:t>
            </w:r>
            <w:r w:rsidRPr="00D23475">
              <w:rPr>
                <w:sz w:val="32"/>
                <w:szCs w:val="24"/>
              </w:rPr>
              <w:t xml:space="preserve"> si belle  qu’il l’</w:t>
            </w:r>
            <w:r w:rsidRPr="00D23475">
              <w:rPr>
                <w:b/>
                <w:sz w:val="32"/>
                <w:szCs w:val="24"/>
                <w:u w:val="single"/>
              </w:rPr>
              <w:t>a laissé</w:t>
            </w:r>
            <w:r w:rsidRPr="00D23475">
              <w:rPr>
                <w:sz w:val="32"/>
                <w:szCs w:val="24"/>
              </w:rPr>
              <w:t xml:space="preserve"> partir dans les bois. Elle </w:t>
            </w:r>
            <w:r w:rsidRPr="00D23475">
              <w:rPr>
                <w:b/>
                <w:sz w:val="32"/>
                <w:szCs w:val="24"/>
                <w:u w:val="single"/>
              </w:rPr>
              <w:t>est allée</w:t>
            </w:r>
            <w:r w:rsidRPr="00D23475">
              <w:rPr>
                <w:sz w:val="32"/>
                <w:szCs w:val="24"/>
              </w:rPr>
              <w:t xml:space="preserve"> dans une petite maison cachée sous les arbres. Plus tard </w:t>
            </w:r>
            <w:r>
              <w:rPr>
                <w:sz w:val="32"/>
                <w:szCs w:val="24"/>
              </w:rPr>
              <w:t xml:space="preserve">là-bas, les sept nains </w:t>
            </w:r>
            <w:r w:rsidRPr="00D23475">
              <w:rPr>
                <w:b/>
                <w:sz w:val="32"/>
                <w:szCs w:val="24"/>
                <w:u w:val="single"/>
              </w:rPr>
              <w:t>sont arrivés</w:t>
            </w:r>
            <w:r>
              <w:rPr>
                <w:sz w:val="32"/>
                <w:szCs w:val="24"/>
              </w:rPr>
              <w:t>. E</w:t>
            </w:r>
            <w:r w:rsidRPr="00D23475">
              <w:rPr>
                <w:sz w:val="32"/>
                <w:szCs w:val="24"/>
              </w:rPr>
              <w:t xml:space="preserve">lle </w:t>
            </w:r>
            <w:r>
              <w:rPr>
                <w:sz w:val="32"/>
                <w:szCs w:val="24"/>
              </w:rPr>
              <w:t xml:space="preserve">leur </w:t>
            </w:r>
            <w:r w:rsidRPr="00D23475">
              <w:rPr>
                <w:b/>
                <w:sz w:val="32"/>
                <w:szCs w:val="24"/>
                <w:u w:val="single"/>
              </w:rPr>
              <w:t>a raconté</w:t>
            </w:r>
            <w:r w:rsidRPr="00D23475">
              <w:rPr>
                <w:sz w:val="32"/>
                <w:szCs w:val="24"/>
              </w:rPr>
              <w:t xml:space="preserve"> ses aventures. Mais la méchante reine </w:t>
            </w:r>
            <w:r w:rsidRPr="00D23475">
              <w:rPr>
                <w:b/>
                <w:sz w:val="32"/>
                <w:szCs w:val="24"/>
                <w:u w:val="single"/>
              </w:rPr>
              <w:t>cherchait</w:t>
            </w:r>
            <w:r w:rsidRPr="00D23475">
              <w:rPr>
                <w:sz w:val="32"/>
                <w:szCs w:val="24"/>
              </w:rPr>
              <w:t xml:space="preserve"> toujours Blanche-Neige pour la tuer. Habillée en vieille dame, elle lui </w:t>
            </w:r>
            <w:r w:rsidRPr="00D23475">
              <w:rPr>
                <w:b/>
                <w:sz w:val="32"/>
                <w:szCs w:val="24"/>
                <w:u w:val="single"/>
              </w:rPr>
              <w:t>a offert</w:t>
            </w:r>
            <w:r w:rsidRPr="00D23475">
              <w:rPr>
                <w:sz w:val="32"/>
                <w:szCs w:val="24"/>
              </w:rPr>
              <w:t xml:space="preserve"> une pomme empoisonnée, rouge d’un côté et blanche de l’autre.</w:t>
            </w:r>
          </w:p>
          <w:p w:rsidR="00BF2BC9" w:rsidRPr="00D23475" w:rsidRDefault="00BF2BC9" w:rsidP="00A810BB">
            <w:pPr>
              <w:spacing w:line="480" w:lineRule="auto"/>
              <w:rPr>
                <w:sz w:val="32"/>
                <w:szCs w:val="24"/>
              </w:rPr>
            </w:pPr>
          </w:p>
          <w:p w:rsidR="00BF2BC9" w:rsidRDefault="00BF2BC9" w:rsidP="00A810BB">
            <w:pPr>
              <w:spacing w:line="480" w:lineRule="auto"/>
              <w:rPr>
                <w:sz w:val="32"/>
                <w:szCs w:val="24"/>
              </w:rPr>
            </w:pPr>
          </w:p>
          <w:p w:rsidR="00BF2BC9" w:rsidRDefault="00BF2BC9" w:rsidP="00A810BB">
            <w:pPr>
              <w:spacing w:line="480" w:lineRule="auto"/>
              <w:rPr>
                <w:sz w:val="32"/>
                <w:szCs w:val="24"/>
              </w:rPr>
            </w:pPr>
          </w:p>
          <w:p w:rsidR="00BF2BC9" w:rsidRDefault="00BF2BC9" w:rsidP="00A810BB">
            <w:pPr>
              <w:spacing w:line="480" w:lineRule="auto"/>
              <w:rPr>
                <w:sz w:val="32"/>
                <w:szCs w:val="24"/>
              </w:rPr>
            </w:pPr>
          </w:p>
          <w:p w:rsidR="00BF2BC9" w:rsidRPr="00D23475" w:rsidRDefault="00BF2BC9" w:rsidP="00A810BB">
            <w:pPr>
              <w:spacing w:line="480" w:lineRule="auto"/>
              <w:rPr>
                <w:sz w:val="24"/>
                <w:szCs w:val="24"/>
              </w:rPr>
            </w:pPr>
            <w:r w:rsidRPr="00BA2F46">
              <w:rPr>
                <w:sz w:val="32"/>
                <w:szCs w:val="24"/>
              </w:rPr>
              <w:t xml:space="preserve"> </w:t>
            </w:r>
            <w:r w:rsidRPr="00D23475">
              <w:rPr>
                <w:sz w:val="32"/>
                <w:szCs w:val="24"/>
              </w:rPr>
              <w:t xml:space="preserve">Les nains </w:t>
            </w:r>
            <w:r w:rsidRPr="00D23475">
              <w:rPr>
                <w:b/>
                <w:sz w:val="32"/>
                <w:szCs w:val="24"/>
                <w:u w:val="single"/>
              </w:rPr>
              <w:t>ont trouvé</w:t>
            </w:r>
            <w:r w:rsidRPr="00D23475">
              <w:rPr>
                <w:sz w:val="32"/>
                <w:szCs w:val="24"/>
              </w:rPr>
              <w:t xml:space="preserve"> Blanche-Neige morte. Elle </w:t>
            </w:r>
            <w:r w:rsidRPr="00D23475">
              <w:rPr>
                <w:b/>
                <w:sz w:val="32"/>
                <w:szCs w:val="24"/>
                <w:u w:val="single"/>
              </w:rPr>
              <w:t>semblait</w:t>
            </w:r>
            <w:r w:rsidRPr="00D23475">
              <w:rPr>
                <w:sz w:val="32"/>
                <w:szCs w:val="24"/>
              </w:rPr>
              <w:t xml:space="preserve"> dormir dans son cercueil de verre. Elle </w:t>
            </w:r>
            <w:r w:rsidRPr="00D23475">
              <w:rPr>
                <w:b/>
                <w:sz w:val="32"/>
                <w:szCs w:val="24"/>
                <w:u w:val="single"/>
              </w:rPr>
              <w:t>reposait</w:t>
            </w:r>
            <w:r w:rsidRPr="00D23475">
              <w:rPr>
                <w:sz w:val="32"/>
                <w:szCs w:val="24"/>
              </w:rPr>
              <w:t xml:space="preserve"> au milieu de la forêt, les nains à ses côtés, quand un jour un prince, qui </w:t>
            </w:r>
            <w:r w:rsidRPr="00D23475">
              <w:rPr>
                <w:b/>
                <w:sz w:val="32"/>
                <w:szCs w:val="24"/>
                <w:u w:val="single"/>
              </w:rPr>
              <w:t>était</w:t>
            </w:r>
            <w:r w:rsidRPr="00D23475">
              <w:rPr>
                <w:sz w:val="32"/>
                <w:szCs w:val="24"/>
              </w:rPr>
              <w:t xml:space="preserve"> en voyage, </w:t>
            </w:r>
            <w:r w:rsidRPr="00D23475">
              <w:rPr>
                <w:b/>
                <w:sz w:val="32"/>
                <w:szCs w:val="24"/>
                <w:u w:val="single"/>
              </w:rPr>
              <w:t>s’est arrêté</w:t>
            </w:r>
            <w:r w:rsidRPr="00D23475">
              <w:rPr>
                <w:sz w:val="32"/>
                <w:szCs w:val="24"/>
              </w:rPr>
              <w:t xml:space="preserve"> chez les nains. Il </w:t>
            </w:r>
            <w:r w:rsidRPr="00D23475">
              <w:rPr>
                <w:b/>
                <w:sz w:val="32"/>
                <w:szCs w:val="24"/>
                <w:u w:val="single"/>
              </w:rPr>
              <w:t>a vu</w:t>
            </w:r>
            <w:r w:rsidRPr="00D23475">
              <w:rPr>
                <w:sz w:val="32"/>
                <w:szCs w:val="24"/>
              </w:rPr>
              <w:t xml:space="preserve"> Blanche-Neige et </w:t>
            </w:r>
            <w:r w:rsidRPr="00D23475">
              <w:rPr>
                <w:b/>
                <w:sz w:val="32"/>
                <w:szCs w:val="24"/>
                <w:u w:val="single"/>
              </w:rPr>
              <w:t>l’a sauvée</w:t>
            </w:r>
            <w:r w:rsidRPr="00D23475">
              <w:rPr>
                <w:sz w:val="32"/>
                <w:szCs w:val="24"/>
              </w:rPr>
              <w:t xml:space="preserve"> en faisant sortir de sa bouche le morceau de pomme empoisonné. Aussitôt, elle </w:t>
            </w:r>
            <w:r w:rsidRPr="00D23475">
              <w:rPr>
                <w:b/>
                <w:sz w:val="32"/>
                <w:szCs w:val="24"/>
                <w:u w:val="single"/>
              </w:rPr>
              <w:t>a ouvert</w:t>
            </w:r>
            <w:r w:rsidRPr="00D23475">
              <w:rPr>
                <w:sz w:val="32"/>
                <w:szCs w:val="24"/>
              </w:rPr>
              <w:t xml:space="preserve"> les yeux, pour voir le prince la regarder et lui dire tout ce qui </w:t>
            </w:r>
            <w:r w:rsidRPr="00D23475">
              <w:rPr>
                <w:b/>
                <w:sz w:val="32"/>
                <w:szCs w:val="24"/>
                <w:u w:val="single"/>
              </w:rPr>
              <w:t>s’est passé</w:t>
            </w:r>
            <w:r w:rsidRPr="00D23475">
              <w:rPr>
                <w:sz w:val="32"/>
                <w:szCs w:val="24"/>
              </w:rPr>
              <w:t xml:space="preserve">, avant de lui dire tout son amour pour elle. Ils </w:t>
            </w:r>
            <w:r w:rsidRPr="00D23475">
              <w:rPr>
                <w:b/>
                <w:sz w:val="32"/>
                <w:szCs w:val="24"/>
                <w:u w:val="single"/>
              </w:rPr>
              <w:t>se sont mariés</w:t>
            </w:r>
            <w:r w:rsidRPr="00D23475">
              <w:rPr>
                <w:sz w:val="32"/>
                <w:szCs w:val="24"/>
              </w:rPr>
              <w:t xml:space="preserve">, </w:t>
            </w:r>
            <w:r w:rsidRPr="00FA4597">
              <w:rPr>
                <w:b/>
                <w:sz w:val="32"/>
                <w:szCs w:val="24"/>
                <w:u w:val="single"/>
              </w:rPr>
              <w:t>ont vécu</w:t>
            </w:r>
            <w:r w:rsidRPr="00D23475">
              <w:rPr>
                <w:sz w:val="32"/>
                <w:szCs w:val="24"/>
              </w:rPr>
              <w:t xml:space="preserve"> heureux et </w:t>
            </w:r>
            <w:r w:rsidRPr="00FA4597">
              <w:rPr>
                <w:b/>
                <w:sz w:val="32"/>
                <w:szCs w:val="24"/>
                <w:u w:val="single"/>
              </w:rPr>
              <w:t>ont eu</w:t>
            </w:r>
            <w:r w:rsidRPr="00D23475">
              <w:rPr>
                <w:sz w:val="32"/>
                <w:szCs w:val="24"/>
              </w:rPr>
              <w:t xml:space="preserve"> beaucoup d’enfants.</w:t>
            </w:r>
          </w:p>
        </w:tc>
        <w:tc>
          <w:tcPr>
            <w:tcW w:w="4277" w:type="dxa"/>
          </w:tcPr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2FFB3B5F" wp14:editId="542173F7">
                  <wp:extent cx="1268083" cy="1268083"/>
                  <wp:effectExtent l="0" t="0" r="8890" b="8890"/>
                  <wp:docPr id="24" name="Picture 24" descr="http://t3.gstatic.com/images?q=tbn:ANd9GcSrZSH4G5yL0GXYw4z0X1H61qd3Yzj4Qt4LHXFlK3ySwRCnW_B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rZSH4G5yL0GXYw4z0X1H61qd3Yzj4Qt4LHXFlK3ySwRCnW_BK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62" cy="1268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Elle a </w: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226ABD5F" wp14:editId="73EFBBE7">
                      <wp:simplePos x="0" y="0"/>
                      <wp:positionH relativeFrom="column">
                        <wp:posOffset>1717020</wp:posOffset>
                      </wp:positionH>
                      <wp:positionV relativeFrom="paragraph">
                        <wp:posOffset>723516</wp:posOffset>
                      </wp:positionV>
                      <wp:extent cx="360" cy="360"/>
                      <wp:effectExtent l="0" t="0" r="0" b="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E81AE9" id="Ink 22" o:spid="_x0000_s1026" type="#_x0000_t75" style="position:absolute;margin-left:134.25pt;margin-top:56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CNpd+AQAALAMAAA4AAABkcnMvZTJvRG9jLnhtbJxSy07DMBC8I/EP&#10;lu80D6qqipr0QIXUA6UH+ADj2I1F7I3WTpP+PZu+ASGkXqx92LMzO57Ne1uzrUJvwOU8GcWcKSeh&#10;NG6T8/e354cpZz4IV4oanMr5Tnk+L+7vZl2TqRQqqEuFjECcz7om51UITRZFXlbKCj+CRjlqakAr&#10;AqW4iUoUHaHbOkrjeBJ1gGWDIJX3VF0cmrzY42utZHjV2qvAamKXTKfEL5wjpChNx1T7OEVRMRPZ&#10;BkVTGXmkJW5gZYVxROIMtRBBsBbNLyhrJIIHHUYSbARaG6n2mkhdEv9Qt3Sfg7JkLFvMJLigXFgL&#10;DKf97Ru3jLA1raB7gZIcEm0AfkSkBf1vyIH0AmRric/BFVS1CPQlfGUazxlmpsw5Lsvkwt9tny4K&#10;1njRtdqukQ3305QzJyxxIuGMMjLnJH71/TV1omPrL9xeox0cIbqszzmZvhvOveGqD0xS8XFCZUn1&#10;IbjCPLw9TbjaPI395vF1PlC6+uTFF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gga9LhAAAACwEAAA8AAABkcnMvZG93bnJldi54bWxMj0FPwkAQhe8m/ofNmHiTLRtBqN0S&#10;QgIHNRKBi7dtO7aN3dlmd4Hir3c46XHe+/LmvWwx2E6c0IfWkYbxKAGBVLqqpVrDYb9+mIEI0VBl&#10;Okeo4YIBFvntTWbSyp3pA0+7WAsOoZAaDU2MfSplKBu0Joxcj8Tel/PWRD59LStvzhxuO6mSZCqt&#10;aYk/NKbHVYPl9+5oNaw3l5+wWr5vP+Nebot2E/zry5vW93fD8hlExCH+wXCtz9Uh506FO1IVRKdB&#10;TWcTRtkYKx7FhHpSjyCKqzKZg8wz+X9D/gsAAP//AwBQSwMEFAAGAAgAAAAhADM0zg6yAQAA3AMA&#10;ABAAAABkcnMvaW5rL2luazEueG1snFPBjpswEL1X6j9Y7jlgICEpWrKHlVZaqZWqblbaHlmYBGux&#10;HdkmJH/fwYCTamkPlRCCGb83896M7+7PoiEn0IYrmdMoYJSALFXF5SGnL7vHxYYSYwtZFY2SkNML&#10;GHq//fzpjst30WT4JsggTf8lmpzW1h6zMOy6LuiSQOlDGDOWhE/y/fs3uh1RFey55BZLmilUKmnh&#10;bHuyjFc5Le2Z+fPI/axaXYJP9xFdXk9YXZTwqLQorGesCymhIbIQ2PcrJfZyxA+OdQ6gKRHFGQWz&#10;eElJi80YrCloOI/+NY9ep+jOH+DQ2ZD9vZ0fWh1BWw5X5UOfY+JCyuHftTz0rsGopu3touRUNC2q&#10;iDdBkq7SlS8fhTPdf+REIf/kTL4ur5ImzlHU2NitgjHj5zO5Z7kA3Bpx9AOzBjerDz9b7XYrZlG8&#10;YKtFtNlFy2yFTxKs16yfwFRvWImJ8023pvZ8b/o6fJfxWgd9Ha9s7e1iAUvTdO3duvVqDl0DP9T2&#10;v+F7bnfqodUn8BTRjTBX0cucuQxufch4JX7CPqdf3H0gDjkEnAGMsMkth/GkOJHtbwAAAP//AwBQ&#10;SwECLQAUAAYACAAAACEAmzMnNwwBAAAtAgAAEwAAAAAAAAAAAAAAAAAAAAAAW0NvbnRlbnRfVHlw&#10;ZXNdLnhtbFBLAQItABQABgAIAAAAIQA4/SH/1gAAAJQBAAALAAAAAAAAAAAAAAAAAD0BAABfcmVs&#10;cy8ucmVsc1BLAQItABQABgAIAAAAIQBfwjaXfgEAACwDAAAOAAAAAAAAAAAAAAAAADwCAABkcnMv&#10;ZTJvRG9jLnhtbFBLAQItABQABgAIAAAAIQB5GLydvwAAACEBAAAZAAAAAAAAAAAAAAAAAOYDAABk&#10;cnMvX3JlbHMvZTJvRG9jLnhtbC5yZWxzUEsBAi0AFAAGAAgAAAAhAHgga9LhAAAACwEAAA8AAAAA&#10;AAAAAAAAAAAA3AQAAGRycy9kb3ducmV2LnhtbFBLAQItABQABgAIAAAAIQAzNM4OsgEAANwDAAAQ&#10;AAAAAAAAAAAAAAAAAOoFAABkcnMvaW5rL2luazEueG1sUEsFBgAAAAAGAAYAeAEAAMoHAAAAAA==&#10;">
                      <v:imagedata r:id="rId7" o:title="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F087751" wp14:editId="12D63592">
                      <wp:simplePos x="0" y="0"/>
                      <wp:positionH relativeFrom="column">
                        <wp:posOffset>983700</wp:posOffset>
                      </wp:positionH>
                      <wp:positionV relativeFrom="paragraph">
                        <wp:posOffset>649976</wp:posOffset>
                      </wp:positionV>
                      <wp:extent cx="360" cy="360"/>
                      <wp:effectExtent l="0" t="0" r="0" b="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68D19B" id="Ink 23" o:spid="_x0000_s1026" type="#_x0000_t75" style="position:absolute;margin-left:76.5pt;margin-top:50.2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Gyxl+AQAALAMAAA4AAABkcnMvZTJvRG9jLnhtbJxSy27CMBC8V+o/&#10;WL6XkIAQikg4FFXiUMqh/QDXsYnV2ButHQJ/3014t6oqcbH2Yc/O7Hg239mKbRV6Ay7j8WDImXIS&#10;CuM2Gf94f3macuaDcIWowKmM75Xn8/zxYdbWqUqghKpQyAjE+bStM16GUKdR5GWprPADqJWjpga0&#10;IlCKm6hA0RK6raJkOJxELWBRI0jlPVUXhybPe3ytlQxvWnsVWEXs4umU+IVzhBQlyZhqn6coymci&#10;3aCoSyOPtMQdrKwwjkicoRYiCNag+QVljUTwoMNAgo1AayNVr4nUxcMf6pbuq1MWj2WDqQQXlAtr&#10;geG0v75xzwhb0QraVyjIIdEE4EdEWtD/hhxIL0A2lvgcXEFViUBfwpem9pxhaoqM47KIL/zd9vmi&#10;YI0XXavtGll3Pxlx5oQlTiScUUbmnMSvbl9TJzq2/sLdabSdI0SX7TJOpu+7szdc7QKTVBxNqCyp&#10;3gVXmIe3pwlXm6exNx5f5x2lq0+efwM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Ks4iVjhAAAACwEAAA8AAABkcnMvZG93bnJldi54bWxMj0FPwzAMhe9I/IfISNxYAqzTKE2n&#10;adJ2AMTEtgu3tDFtReNUTbZ1/HrcE9z87Kfn72WLwbXihH1oPGm4nygQSKW3DVUaDvv13RxEiIas&#10;aT2hhgsGWOTXV5lJrT/TB552sRIcQiE1GuoYu1TKUNboTJj4DolvX753JrLsK2l7c+Zw18oHpWbS&#10;mYb4Q206XNVYfu+OTsN6c/kJq+X79jPu5bZoNqF/fXnT+vZmWD6DiDjEPzOM+IwOOTMV/kg2iJZ1&#10;8shdIg9KJSBGRzJ7AlGMm+kUZJ7J/x3yXwAAAP//AwBQSwMEFAAGAAgAAAAhANdN4dSxAQAA3AMA&#10;ABAAAABkcnMvaW5rL2luazEueG1snFPBjpswEL1X6j9Y7jlgICEpWrKHlVZaqZWqblbaHlmYBGux&#10;HdkmJH/fwYCTamkPlRCCGb83896M7+7PoiEn0IYrmdMoYJSALFXF5SGnL7vHxYYSYwtZFY2SkNML&#10;GHq//fzpjst30WT4JsggTf8lmpzW1h6zMOy6LuiSQOlDGDOWhE/y/fs3uh1RFey55BZLmilUKmnh&#10;bHuyjFc5Le2Z+fPI/axaXYJP9xFdXk9YXZTwqLQorGesCymhIbIQ2PcrJfZyxA+OdQ6gKRHFGQWz&#10;eElJi80YrCloOI/+NY9ep+jOH+DQ2ZD9vZ0fWh1BWw5X5UOfY+JCyuHftTz0rsGopu3touRUNC2q&#10;iDdBkq7SlS8fhTPdf+REIf/kTL4ur5ImzlHU2NitgjHj5zO5Z7kA3Bpx9AOzBjerDz9b7XYrZlG8&#10;YKtFtNlFy2yFTxKs11E/ganesBIT55tuTe353vR1+C7jtQ76Ol7Z2tvFApam6dq7devVHLoGfqjt&#10;f8P33O7UQ6tP4CluhbmKXubMZXDrQ8Yr8RP2Of3i7gNxyCHgDGCETW45jCfFiWx/AwAA//8DAFBL&#10;AQItABQABgAIAAAAIQCbMyc3DAEAAC0CAAATAAAAAAAAAAAAAAAAAAAAAABbQ29udGVudF9UeXBl&#10;c10ueG1sUEsBAi0AFAAGAAgAAAAhADj9If/WAAAAlAEAAAsAAAAAAAAAAAAAAAAAPQEAAF9yZWxz&#10;Ly5yZWxzUEsBAi0AFAAGAAgAAAAhAAvGyxl+AQAALAMAAA4AAAAAAAAAAAAAAAAAPAIAAGRycy9l&#10;Mm9Eb2MueG1sUEsBAi0AFAAGAAgAAAAhAHkYvJ2/AAAAIQEAABkAAAAAAAAAAAAAAAAA5gMAAGRy&#10;cy9fcmVscy9lMm9Eb2MueG1sLnJlbHNQSwECLQAUAAYACAAAACEAqziJWOEAAAALAQAADwAAAAAA&#10;AAAAAAAAAADcBAAAZHJzL2Rvd25yZXYueG1sUEsBAi0AFAAGAAgAAAAhANdN4dSxAQAA3AMAABAA&#10;AAAAAAAAAAAAAAAA6gUAAGRycy9pbmsvaW5rMS54bWxQSwUGAAAAAAYABgB4AQAAyQcAAAAA&#10;">
                      <v:imagedata r:id="rId7" o:title=""/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>la peau blanche.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ED1DF08" wp14:editId="14660A34">
                  <wp:extent cx="1551565" cy="871268"/>
                  <wp:effectExtent l="0" t="0" r="0" b="5080"/>
                  <wp:docPr id="25" name="Picture 25" descr="http://www.shockya.com/news/wp-content/uploads/The-Evil-Que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hockya.com/news/wp-content/uploads/The-Evil-Que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592" cy="871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la reine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29A22DA1" wp14:editId="4DBD50EE">
                  <wp:extent cx="1630393" cy="1121701"/>
                  <wp:effectExtent l="0" t="0" r="8255" b="2540"/>
                  <wp:docPr id="26" name="Picture 26" descr="http://t0.gstatic.com/images?q=tbn:ANd9GcRVqqU6nJdcCV_WoG6br_HYi4lmHJgJNtrG6iDHFBaPx1e_gY8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VqqU6nJdcCV_WoG6br_HYi4lmHJgJNtrG6iDHFBaPx1e_gY8i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447" cy="112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roi et Blanche Neige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72D69353" wp14:editId="2CDEC154">
                  <wp:extent cx="1457864" cy="2264190"/>
                  <wp:effectExtent l="0" t="0" r="9525" b="3175"/>
                  <wp:docPr id="27" name="Picture 27" descr="http://t1.gstatic.com/images?q=tbn:ANd9GcR4I-ku2W3t_xyziot1NIcykDOGtD0onaCJFK2fFEwq7zphIcV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R4I-ku2W3t_xyziot1NIcykDOGtD0onaCJFK2fFEwq7zphIcVP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915" cy="2273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royaume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78AB75D3" wp14:editId="64D41656">
                  <wp:extent cx="1921579" cy="1276710"/>
                  <wp:effectExtent l="0" t="0" r="2540" b="0"/>
                  <wp:docPr id="28" name="Picture 28" descr="http://t2.gstatic.com/images?q=tbn:ANd9GcQcDQ6GDH6k33ov38HLZO_-4XBxWifgd-Cr5oyWP3gPvq4LHR2HK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cDQ6GDH6k33ov38HLZO_-4XBxWifgd-Cr5oyWP3gPvq4LHR2HK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667" cy="1276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 serviteur qui ne peut pas tuer Blanche-Neige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3769D6A8" wp14:editId="725CB6B5">
                  <wp:extent cx="1887279" cy="1293962"/>
                  <wp:effectExtent l="0" t="0" r="0" b="1905"/>
                  <wp:docPr id="29" name="Picture 29" descr="http://t0.gstatic.com/images?q=tbn:ANd9GcR7hOtE2OeoSFjB7rvmoIoHGqnlwu4sRk9r-UItB6xrhMY-B2J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7hOtE2OeoSFjB7rvmoIoHGqnlwu4sRk9r-UItB6xrhMY-B2JJ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343" cy="1294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bois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69DA2920" wp14:editId="716895B3">
                  <wp:extent cx="1867633" cy="1397480"/>
                  <wp:effectExtent l="0" t="0" r="0" b="0"/>
                  <wp:docPr id="30" name="Picture 30" descr="http://t2.gstatic.com/images?q=tbn:ANd9GcRCTYvfMkR1JEePzLWCt9ntnHvX24JksTay1ORW-1nowS7hfCkxa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RCTYvfMkR1JEePzLWCt9ntnHvX24JksTay1ORW-1nowS7hfCkxaQ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24" cy="1397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Une maison cachée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5443F581" wp14:editId="4E2E2AE8">
                  <wp:extent cx="2350038" cy="1561381"/>
                  <wp:effectExtent l="0" t="0" r="0" b="1270"/>
                  <wp:docPr id="31" name="Picture 31" descr="http://t1.gstatic.com/images?q=tbn:ANd9GcSZBsYuuWHfFRidPl46qpiBi6pcom2vBx4290yJxqzhpi8W-K-UF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ZBsYuuWHfFRidPl46qpiBi6pcom2vBx4290yJxqzhpi8W-K-UF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46" cy="156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Les sept nains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5C30E657" wp14:editId="5B016C33">
                  <wp:extent cx="2181251" cy="1449238"/>
                  <wp:effectExtent l="0" t="0" r="0" b="0"/>
                  <wp:docPr id="32" name="Picture 32" descr="http://t3.gstatic.com/images?q=tbn:ANd9GcSYuVc03HAgTtd1KnEz7fLwZInUgE4xsdCfjOeBUj6mSyKCaIFYYQ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SYuVc03HAgTtd1KnEz7fLwZInUgE4xsdCfjOeBUj6mSyKCaIFYYQ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351" cy="144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 pomme empoisonnée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60A0BD23" wp14:editId="1184D50A">
                  <wp:extent cx="2161169" cy="1207698"/>
                  <wp:effectExtent l="0" t="0" r="0" b="0"/>
                  <wp:docPr id="33" name="Picture 33" descr="http://t0.gstatic.com/images?q=tbn:ANd9GcTgy72OScxvafNF5G0vL4TdPAuv1wM41GdcOoxqHSVyXZrJ1x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Tgy72OScxvafNF5G0vL4TdPAuv1wM41GdcOoxqHSVyXZrJ1xLa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359" cy="1207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Blanche-Neige morte !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2FED94A2" wp14:editId="486BE6F0">
                  <wp:extent cx="2579298" cy="1445857"/>
                  <wp:effectExtent l="0" t="0" r="0" b="2540"/>
                  <wp:docPr id="34" name="Picture 34" descr="http://t2.gstatic.com/images?q=tbn:ANd9GcQfPZzQGxyqRXiIqRMg8512gRJcwjNEFcTKLrHg514UCnzpJNb2K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fPZzQGxyqRXiIqRMg8512gRJcwjNEFcTKLrHg514UCnzpJNb2K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9287" cy="144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Blanche-Neige dans son cercueil de verre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6E876817" wp14:editId="5BB13191">
                  <wp:extent cx="2516219" cy="1406106"/>
                  <wp:effectExtent l="0" t="0" r="0" b="3810"/>
                  <wp:docPr id="35" name="Picture 35" descr="http://t3.gstatic.com/images?q=tbn:ANd9GcRb-yoUJU3RiVAbYcdWeiCsO-nEISuD0m31r4GEjy-VnvhxOWhdW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b-yoUJU3RiVAbYcdWeiCsO-nEISuD0m31r4GEjy-VnvhxOWhdWQ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441" cy="140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 enlève la pomme avec la bouche !!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37C76137" wp14:editId="76E95724">
                  <wp:extent cx="1966822" cy="1473198"/>
                  <wp:effectExtent l="0" t="0" r="0" b="0"/>
                  <wp:docPr id="36" name="Picture 36" descr="http://t0.gstatic.com/images?q=tbn:ANd9GcR3vfDzWTySMFmg5Tl_mn9rkJtmPu6STC3sKatvkK9hf5PqKW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3vfDzWTySMFmg5Tl_mn9rkJtmPu6STC3sKatvkK9hf5PqKW_g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30" cy="1477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Blanche-Neige vivante !</w:t>
            </w:r>
          </w:p>
          <w:p w:rsidR="00BF2BC9" w:rsidRDefault="00BF2BC9" w:rsidP="00A810BB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val="en-US" w:eastAsia="en-US"/>
              </w:rPr>
              <w:drawing>
                <wp:inline distT="0" distB="0" distL="0" distR="0" wp14:anchorId="70C0E9F3" wp14:editId="33DC0271">
                  <wp:extent cx="2562225" cy="1776730"/>
                  <wp:effectExtent l="0" t="0" r="9525" b="0"/>
                  <wp:docPr id="37" name="Picture 37" descr="http://t3.gstatic.com/images?q=tbn:ANd9GcRCBmTCsKuA1zoqdyqJ8Y_pHGGIxVvPBvkXCxmOJEFkZWsdE_sT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CBmTCsKuA1zoqdyqJ8Y_pHGGIxVvPBvkXCxmOJEFkZWsdE_sTow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7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2BC9" w:rsidRDefault="00BF2BC9" w:rsidP="00BF2BC9">
      <w:pPr>
        <w:spacing w:after="0" w:line="240" w:lineRule="auto"/>
        <w:rPr>
          <w:b/>
          <w:sz w:val="24"/>
          <w:szCs w:val="24"/>
        </w:rPr>
      </w:pPr>
    </w:p>
    <w:p w:rsidR="00D66AAA" w:rsidRDefault="00D66AAA" w:rsidP="00722A6B">
      <w:pPr>
        <w:spacing w:after="0" w:line="240" w:lineRule="auto"/>
        <w:rPr>
          <w:b/>
          <w:sz w:val="24"/>
          <w:szCs w:val="24"/>
        </w:rPr>
      </w:pPr>
    </w:p>
    <w:sectPr w:rsidR="00D66AAA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AAA"/>
    <w:rsid w:val="00070D23"/>
    <w:rsid w:val="001028A0"/>
    <w:rsid w:val="00166AB0"/>
    <w:rsid w:val="007053FD"/>
    <w:rsid w:val="00722A6B"/>
    <w:rsid w:val="00811216"/>
    <w:rsid w:val="009E7FBC"/>
    <w:rsid w:val="00AC2954"/>
    <w:rsid w:val="00B72F39"/>
    <w:rsid w:val="00BA2F46"/>
    <w:rsid w:val="00BF2BC9"/>
    <w:rsid w:val="00D140AD"/>
    <w:rsid w:val="00D23475"/>
    <w:rsid w:val="00D36EB1"/>
    <w:rsid w:val="00D66AAA"/>
    <w:rsid w:val="00D93890"/>
    <w:rsid w:val="00FA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F0AE4F-9E6D-48ED-AE9B-B2C8DDCF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8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5.jpeg"/><Relationship Id="rId18" Type="http://schemas.openxmlformats.org/officeDocument/2006/relationships/hyperlink" Target="http://www.google.com/imgres?q=image+once+upon+a+time+dwarf+cottage&amp;hl=en&amp;rls=com.microsoft:en-us:IE-Address&amp;biw=1024&amp;bih=605&amp;tbm=isch&amp;tbnid=e35WMuLZGwHVlM:&amp;imgrefurl=http://www.standout-cabin-designs.com/fairytale-cottages.html&amp;docid=6A7bSHRxxdGD5M&amp;imgurl=http://www.standout-cabin-designs.com/images/fairytale-cottages5.jpg&amp;w=490&amp;h=367&amp;ei=BF62T4f4LrD16AHs1ZHoCg&amp;zoom=1&amp;iact=hc&amp;vpx=414&amp;vpy=280&amp;dur=1797&amp;hovh=194&amp;hovw=259&amp;tx=109&amp;ty=147&amp;sig=100121347871876089431&amp;page=2&amp;tbnh=127&amp;tbnw=157&amp;start=16&amp;ndsp=20&amp;ved=1t:429,r:2,s:16,i:113" TargetMode="External"/><Relationship Id="rId26" Type="http://schemas.openxmlformats.org/officeDocument/2006/relationships/hyperlink" Target="http://www.google.com/imgres?q=image+once+upon+a+time+snow+white+coffin&amp;hl=en&amp;rls=com.microsoft:en-us:IE-Address&amp;biw=1024&amp;bih=605&amp;tbm=isch&amp;tbnid=QVWmSgTk3-M9GM:&amp;imgrefurl=http://ouatv1.blogspot.com/2011/12/spoilers-speculation-snow-whites-coffin.html&amp;docid=jKpgPFiaB0eySM&amp;imgurl=http://3.bp.blogspot.com/-xJIFPQeY1eI/TthTHtvYfVI/AAAAAAAAALs/nVQg2oA3HQI/s1600/ouat-spoilers-and-speculation-snows-coffin-01.png&amp;w=624&amp;h=352&amp;ei=31-2T4yALKbl6QHUm7yCCw&amp;zoom=1&amp;iact=hc&amp;vpx=572&amp;vpy=292&amp;dur=1199&amp;hovh=168&amp;hovw=299&amp;tx=155&amp;ty=117&amp;sig=100121347871876089431&amp;page=1&amp;tbnh=90&amp;tbnw=160&amp;start=0&amp;ndsp=15&amp;ved=1t:429,r:8,s:0,i:89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customXml" Target="ink/ink3.xml"/><Relationship Id="rId7" Type="http://schemas.openxmlformats.org/officeDocument/2006/relationships/image" Target="media/image2.emf"/><Relationship Id="rId12" Type="http://schemas.openxmlformats.org/officeDocument/2006/relationships/hyperlink" Target="http://www.google.com/imgres?q=image+once+upon+a+time+kingdom&amp;hl=en&amp;rls=com.microsoft:en-us:IE-Address&amp;biw=1024&amp;bih=605&amp;tbm=isch&amp;tbnid=0NdNhAD_IYS9KM:&amp;imgrefurl=http://www.pbase.com/image/68460067&amp;docid=NNoNF9AYFOf8MM&amp;itg=1&amp;imgurl=http://ic2.pbase.com/g5/87/448287/2/68460067.MkQZOwvf.jpg&amp;w=516&amp;h=800&amp;ei=il22T5v8Bae16AGb-dDiCg&amp;zoom=1&amp;iact=hc&amp;vpx=801&amp;vpy=181&amp;dur=1247&amp;hovh=280&amp;hovw=180&amp;tx=125&amp;ty=188&amp;sig=100121347871876089431&amp;page=3&amp;tbnh=135&amp;tbnw=97&amp;start=36&amp;ndsp=21&amp;ved=1t:429,r:10,s:36,i:175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q=image+once+upon+a+time+forest&amp;hl=en&amp;rls=com.microsoft:en-us:IE-Address&amp;biw=1024&amp;bih=605&amp;tbm=isch&amp;tbnid=KltA8uFHNOC-DM:&amp;imgrefurl=http://www.briancollins1.com/?p%3D1423&amp;docid=oGazS9c6HbLYpM&amp;imgurl=http://www.briancollins1.com/wp-content/uploads/2009/12/autumn-forest-mural-11-583x400.jpg&amp;w=583&amp;h=400&amp;ei=1V62T7ShJam16gH6scjzCg&amp;zoom=1&amp;iact=hc&amp;vpx=710&amp;vpy=148&amp;dur=1364&amp;hovh=186&amp;hovw=271&amp;tx=162&amp;ty=122&amp;sig=100121347871876089431&amp;page=1&amp;tbnh=127&amp;tbnw=169&amp;start=0&amp;ndsp=15&amp;ved=1t:429,r:4,s:0,i:80" TargetMode="External"/><Relationship Id="rId20" Type="http://schemas.openxmlformats.org/officeDocument/2006/relationships/hyperlink" Target="http://www.google.com/imgres?q=image+once+upon+a+time+dwarf&amp;hl=en&amp;rls=com.microsoft:en-us:IE-Address&amp;biw=1024&amp;bih=605&amp;tbm=isch&amp;tbnid=DbWhJTXArzk3aM:&amp;imgrefurl=http://blogcritics.org/video/article/tv-review-once-upon-a-time15/page-3/&amp;docid=1bWON2JfPiMG_M&amp;imgurl=http://static-l3.blogcritics.org/12/03/05/177257/O2.jpg%3Ft%3D20120305144805&amp;w=450&amp;h=300&amp;ei=aV-2T6vKBsKS6gHx3KHSCg&amp;zoom=1&amp;iact=hc&amp;vpx=81&amp;vpy=287&amp;dur=848&amp;hovh=183&amp;hovw=275&amp;tx=199&amp;ty=87&amp;sig=100121347871876089431&amp;page=1&amp;tbnh=126&amp;tbnw=160&amp;start=0&amp;ndsp=15&amp;ved=1t:429,r:5,s:0,i:83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4.jpeg"/><Relationship Id="rId24" Type="http://schemas.openxmlformats.org/officeDocument/2006/relationships/hyperlink" Target="http://www.google.com/imgres?q=image+once+upon+a+time+kingdom+curse&amp;start=138&amp;hl=en&amp;rls=com.microsoft:en-us:IE-Address&amp;biw=1024&amp;bih=605&amp;tbm=isch&amp;tbnid=DDPof2ZdgMQD1M:&amp;imgrefurl=http://onceuponatime.sqpn.com/&amp;docid=oW2L7e6IrnlrcM&amp;imgurl=http://onceuponatime.sqpn.com/files/2012/05/appleredasblood.jpg&amp;w=600&amp;h=337&amp;ei=Q122T9arMYfA6AH1qdjjCg&amp;zoom=1&amp;iact=hc&amp;vpx=71&amp;vpy=209&amp;dur=1309&amp;hovh=168&amp;hovw=300&amp;tx=201&amp;ty=91&amp;sig=100121347871876089431&amp;page=8&amp;tbnh=93&amp;tbnw=165&amp;ndsp=20&amp;ved=1t:429,r:5,s:138,i:112" TargetMode="External"/><Relationship Id="rId32" Type="http://schemas.openxmlformats.org/officeDocument/2006/relationships/hyperlink" Target="http://www.google.com/imgres?q=image+once+upon+a+time+emma+baby+charming+snow&amp;start=155&amp;hl=en&amp;rls=com.microsoft:en-us:IE-Address&amp;biw=1024&amp;bih=605&amp;tbm=isch&amp;tbnid=vEzTyoM-lxR6rM:&amp;imgrefurl=http://princess-living.blogspot.com/2011/11/television-fairytales.html&amp;docid=e73ddEPWxoUimM&amp;imgurl=http://img.photobucket.com/albums/v11/TsukiyonoOmi33/OnceUponATime-thumb-550x382-62629.jpg&amp;w=550&amp;h=382&amp;ei=HWG2T7a1DOjx6AHt7fiIAg&amp;zoom=1&amp;iact=hc&amp;vpx=90&amp;vpy=216&amp;dur=893&amp;hovh=187&amp;hovw=269&amp;tx=204&amp;ty=62&amp;sig=100121347871876089431&amp;page=9&amp;tbnh=137&amp;tbnw=173&amp;ndsp=20&amp;ved=1t:429,r:0,s:155,i:140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com/imgres?q=image+once+upon+a+time+snow+white+charming+kiss&amp;hl=en&amp;rls=com.microsoft:en-us:IE-Address&amp;biw=1024&amp;bih=605&amp;tbm=isch&amp;tbnid=7npPEJYrupuM2M:&amp;imgrefurl=http://haveuheard.net/2011/10/time-series-premiere-recap-102311/&amp;docid=LlCrv8LqwGKGZM&amp;imgurl=http://haveuheard.net/wp-content/uploads/2011/10/onceuponatime.jpg&amp;w=514&amp;h=289&amp;ei=dWC2T83UF6nC6AH5v4z9Cg&amp;zoom=1&amp;iact=hc&amp;vpx=388&amp;vpy=306&amp;dur=421&amp;hovh=168&amp;hovw=300&amp;tx=160&amp;ty=116&amp;sig=100121347871876089431&amp;page=1&amp;tbnh=94&amp;tbnw=168&amp;start=0&amp;ndsp=15&amp;ved=1t:429,r:12,s:0,i:99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google.com/imgres?q=image+once+upon+a+time+king&amp;hl=en&amp;rls=com.microsoft:en-us:IE-Address&amp;biw=1024&amp;bih=605&amp;tbm=isch&amp;tbnid=vgkMujpmUTDY5M:&amp;imgrefurl=http://blog.zap2it.com/frominsidethebox/2012/01/once-upon-a-time-the-kings-days-of-jubilee-are-short-lived.html&amp;docid=kBDTYUZQvdS59M&amp;imgurl=http://blog.zap2it.com/frominsidethebox/king-snow-white-OUAT.jpg&amp;w=520&amp;h=359&amp;ei=6Fy2T4OXBaPG6AGP_oXOCg&amp;zoom=1&amp;iact=hc&amp;vpx=262&amp;vpy=141&amp;dur=5457&amp;hovh=186&amp;hovw=270&amp;tx=204&amp;ty=100&amp;sig=100121347871876089431&amp;page=1&amp;tbnh=114&amp;tbnw=168&amp;start=0&amp;ndsp=17&amp;ved=1t:429,r:1,s:0,i:74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www.google.com/imgres?q=image+once+upon+a+time+snow+white&amp;hl=en&amp;rls=com.microsoft:en-us:IE-Address&amp;biw=1024&amp;bih=605&amp;tbm=isch&amp;tbnid=-MoPCuPnfwtqLM:&amp;imgrefurl=http://rafani.net/once-upon-a-time%E2%80%99s-snow-white-make-up-tutorial&amp;docid=tgRKetc1As4ohM&amp;imgurl=http://rafani.net/wp-content/uploads/2011/12/once-upon-a-time-Ginnifer-Goodwin-as-Snow-White-ABC-2.jpg&amp;w=300&amp;h=300&amp;ei=b1y2T4rhB4P56QGFsJ3cCg&amp;zoom=1&amp;iact=hc&amp;vpx=756&amp;vpy=249&amp;dur=4601&amp;hovh=225&amp;hovw=225&amp;tx=119&amp;ty=152&amp;sig=100121347871876089431&amp;page=1&amp;tbnh=128&amp;tbnw=120&amp;start=0&amp;ndsp=17&amp;ved=1t:429,r:11,s:0,i:95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www.google.com/imgres?q=image+once+upon+a+time+huntsman&amp;hl=en&amp;rls=com.microsoft:en-us:IE-Address&amp;biw=1024&amp;bih=605&amp;tbm=isch&amp;tbnid=ikIugJNLsHaG_M:&amp;imgrefurl=http://www.hollywoodlife.com/2011/12/11/once-upon-a-time-episode-1x07-sheriff-huntsman/&amp;docid=DfbnIBkUrsZcBM&amp;imgurl=http://www-hollywoodlife-com.vimg.net/wp-content/uploads/2011/12/121111_once_upon_a_time_preview111209175022.jpg&amp;w=600&amp;h=400&amp;ei=vl22T-7HPKWh6gHxpYT-Cg&amp;zoom=1&amp;iact=hc&amp;vpx=706&amp;vpy=201&amp;dur=472&amp;hovh=183&amp;hovw=275&amp;tx=163&amp;ty=87&amp;sig=100121347871876089431&amp;page=1&amp;tbnh=113&amp;tbnw=144&amp;start=0&amp;ndsp=18&amp;ved=1t:429,r:5,s:0,i:85" TargetMode="External"/><Relationship Id="rId22" Type="http://schemas.openxmlformats.org/officeDocument/2006/relationships/hyperlink" Target="http://www.google.com/imgres?q=image+once+upon+a+time+queen+apple+snow+white&amp;hl=en&amp;rls=com.microsoft:en-us:IE-Address&amp;biw=1024&amp;bih=605&amp;tbm=isch&amp;tbnid=NVin25bFwgLHRM:&amp;imgrefurl=http://oncepodcast.com/once-upon-a-time-podcast-035-an-apple-red-as-blood-initial-reactions/&amp;docid=PaJI5eHkzbFYEM&amp;imgurl=http://oncepodcast.com/files/2012/05/An-Apple-Red-as-Blood-Once-Upon-a-Time-first-thoughts-podcast-600x400.jpg&amp;w=600&amp;h=400&amp;ei=p1-2T_bMH4f86gHyz9DxCg&amp;zoom=1&amp;iact=hc&amp;vpx=80&amp;vpy=145&amp;dur=1492&amp;hovh=183&amp;hovw=275&amp;tx=196&amp;ty=139&amp;sig=100121347871876089431&amp;page=1&amp;tbnh=119&amp;tbnw=159&amp;start=0&amp;ndsp=15&amp;ved=1t:429,r:0,s:0,i:72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om/imgres?q=image+once+upon+a+time+snow+white+charming+awake+after+kiss&amp;hl=en&amp;rls=com.microsoft:en-us:IE-Address&amp;biw=1024&amp;bih=605&amp;tbm=isch&amp;tbnid=wpHUeJEqhgIAwM:&amp;imgrefurl=http://tvrecaps.ew.com/recap/once-upon-a-time-abc-series-premiere/&amp;docid=qbkwvAfLf1XgmM&amp;imgurl=http://img2.timeinc.net/ew/i/2011/10/21/Once-Upon-Goodwin_320.jpg&amp;w=320&amp;h=240&amp;ei=rmC2T_rBKcfJ6gGtjuHaCg&amp;zoom=1&amp;iact=hc&amp;vpx=592&amp;vpy=132&amp;dur=768&amp;hovh=192&amp;hovw=256&amp;tx=143&amp;ty=129&amp;sig=100121347871876089431&amp;page=2&amp;tbnh=127&amp;tbnw=160&amp;start=15&amp;ndsp=20&amp;ved=1t:429,r:8,s:15,i:127" TargetMode="External"/><Relationship Id="rId35" Type="http://schemas.openxmlformats.org/officeDocument/2006/relationships/customXml" Target="ink/ink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4%20-%20Templates\FR%2031%20-%20Writing%20Activity.dotx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6-05-10T13:01:28.3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6-05-10T13:01:28.3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2-05-18T14:54:53.7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2-05-18T14:54:53.77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 31 - Writing Activity</Template>
  <TotalTime>4</TotalTime>
  <Pages>8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Grebert, Viviane</cp:lastModifiedBy>
  <cp:revision>3</cp:revision>
  <dcterms:created xsi:type="dcterms:W3CDTF">2016-05-10T13:01:00Z</dcterms:created>
  <dcterms:modified xsi:type="dcterms:W3CDTF">2016-05-10T13:05:00Z</dcterms:modified>
</cp:coreProperties>
</file>